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90ED37" w14:textId="101F0FA4" w:rsidR="0074327F" w:rsidRDefault="00CC0DF0" w:rsidP="002B7B05">
      <w:pPr>
        <w:pStyle w:val="Heading1"/>
        <w:spacing w:before="0" w:line="240" w:lineRule="auto"/>
        <w:jc w:val="center"/>
        <w:rPr>
          <w:rFonts w:ascii="Times New Roman" w:hAnsi="Times New Roman" w:cs="Times New Roman"/>
          <w:color w:val="auto"/>
          <w:sz w:val="32"/>
          <w:szCs w:val="24"/>
          <w:u w:val="single"/>
        </w:rPr>
      </w:pPr>
      <w:r>
        <w:rPr>
          <w:rFonts w:ascii="Times New Roman" w:hAnsi="Times New Roman" w:cs="Times New Roman"/>
          <w:color w:val="auto"/>
          <w:sz w:val="32"/>
          <w:szCs w:val="24"/>
          <w:u w:val="single"/>
        </w:rPr>
        <w:t xml:space="preserve">Drug Screening &amp; </w:t>
      </w:r>
      <w:r w:rsidR="00E70D09" w:rsidRPr="002B7B05">
        <w:rPr>
          <w:rFonts w:ascii="Times New Roman" w:hAnsi="Times New Roman" w:cs="Times New Roman"/>
          <w:color w:val="auto"/>
          <w:sz w:val="32"/>
          <w:szCs w:val="24"/>
          <w:u w:val="single"/>
        </w:rPr>
        <w:t>SS Provider</w:t>
      </w:r>
      <w:r w:rsidR="0074327F" w:rsidRPr="002B7B05">
        <w:rPr>
          <w:rFonts w:ascii="Times New Roman" w:hAnsi="Times New Roman" w:cs="Times New Roman"/>
          <w:color w:val="auto"/>
          <w:sz w:val="32"/>
          <w:szCs w:val="24"/>
          <w:u w:val="single"/>
        </w:rPr>
        <w:t xml:space="preserve"> </w:t>
      </w:r>
      <w:r w:rsidR="00E70D09" w:rsidRPr="002B7B05">
        <w:rPr>
          <w:rFonts w:ascii="Times New Roman" w:hAnsi="Times New Roman" w:cs="Times New Roman"/>
          <w:color w:val="auto"/>
          <w:sz w:val="32"/>
          <w:szCs w:val="24"/>
          <w:u w:val="single"/>
        </w:rPr>
        <w:t>Contact Information</w:t>
      </w:r>
      <w:r w:rsidR="00A038C0">
        <w:rPr>
          <w:rFonts w:ascii="Times New Roman" w:hAnsi="Times New Roman" w:cs="Times New Roman"/>
          <w:color w:val="auto"/>
          <w:sz w:val="32"/>
          <w:szCs w:val="24"/>
          <w:u w:val="single"/>
        </w:rPr>
        <w:t xml:space="preserve"> &amp; Counties Served</w:t>
      </w:r>
      <w:r w:rsidR="00E524F6" w:rsidRPr="002B7B05">
        <w:rPr>
          <w:rFonts w:ascii="Times New Roman" w:hAnsi="Times New Roman" w:cs="Times New Roman"/>
          <w:color w:val="auto"/>
          <w:sz w:val="32"/>
          <w:szCs w:val="24"/>
          <w:u w:val="single"/>
        </w:rPr>
        <w:t xml:space="preserve"> Form</w:t>
      </w:r>
    </w:p>
    <w:p w14:paraId="12A7D123" w14:textId="25E079E3" w:rsidR="009D767B" w:rsidRDefault="009D767B" w:rsidP="009D767B"/>
    <w:p w14:paraId="2FB0CD16" w14:textId="0B4940E7" w:rsidR="009D767B" w:rsidRPr="009D767B" w:rsidRDefault="009D767B" w:rsidP="009D767B">
      <w:pPr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**</w:t>
      </w:r>
      <w:r w:rsidRPr="009D767B">
        <w:rPr>
          <w:b/>
          <w:bCs/>
          <w:color w:val="FF0000"/>
          <w:sz w:val="28"/>
          <w:szCs w:val="28"/>
        </w:rPr>
        <w:t xml:space="preserve">Mark an X </w:t>
      </w:r>
      <w:r w:rsidR="00906F3B">
        <w:rPr>
          <w:b/>
          <w:bCs/>
          <w:color w:val="FF0000"/>
          <w:sz w:val="28"/>
          <w:szCs w:val="28"/>
        </w:rPr>
        <w:t>by the c</w:t>
      </w:r>
      <w:r w:rsidRPr="009D767B">
        <w:rPr>
          <w:b/>
          <w:bCs/>
          <w:color w:val="FF0000"/>
          <w:sz w:val="28"/>
          <w:szCs w:val="28"/>
        </w:rPr>
        <w:t>ontract</w:t>
      </w:r>
      <w:r w:rsidR="00906F3B">
        <w:rPr>
          <w:b/>
          <w:bCs/>
          <w:color w:val="FF0000"/>
          <w:sz w:val="28"/>
          <w:szCs w:val="28"/>
        </w:rPr>
        <w:t xml:space="preserve"> types </w:t>
      </w:r>
      <w:r w:rsidRPr="009D767B">
        <w:rPr>
          <w:b/>
          <w:bCs/>
          <w:color w:val="FF0000"/>
          <w:sz w:val="28"/>
          <w:szCs w:val="28"/>
        </w:rPr>
        <w:t xml:space="preserve">you want </w:t>
      </w:r>
      <w:r w:rsidR="00906F3B">
        <w:rPr>
          <w:b/>
          <w:bCs/>
          <w:color w:val="FF0000"/>
          <w:sz w:val="28"/>
          <w:szCs w:val="28"/>
        </w:rPr>
        <w:t>your information updated for:</w:t>
      </w:r>
    </w:p>
    <w:p w14:paraId="130B5E31" w14:textId="4110433A" w:rsidR="009D767B" w:rsidRPr="009D767B" w:rsidRDefault="009D767B" w:rsidP="00906F3B">
      <w:pPr>
        <w:ind w:left="3600" w:firstLine="720"/>
        <w:rPr>
          <w:b/>
          <w:bCs/>
          <w:sz w:val="28"/>
          <w:szCs w:val="28"/>
        </w:rPr>
      </w:pPr>
      <w:r w:rsidRPr="009D767B">
        <w:rPr>
          <w:b/>
          <w:bCs/>
          <w:sz w:val="28"/>
          <w:szCs w:val="28"/>
        </w:rPr>
        <w:t xml:space="preserve">Drug Screening Services: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Support Services:</w:t>
      </w:r>
    </w:p>
    <w:p w14:paraId="17E90477" w14:textId="77777777" w:rsidR="00C175B1" w:rsidRPr="002B7B05" w:rsidRDefault="00C175B1">
      <w:pPr>
        <w:rPr>
          <w:rFonts w:ascii="Times New Roman" w:hAnsi="Times New Roman" w:cs="Times New Roman"/>
          <w:sz w:val="20"/>
          <w:szCs w:val="24"/>
          <w:u w:val="single"/>
        </w:rPr>
      </w:pPr>
    </w:p>
    <w:p w14:paraId="1AA3C201" w14:textId="3AEFE1F8" w:rsidR="00826394" w:rsidRPr="002B7B05" w:rsidRDefault="00E70D09" w:rsidP="002B7B0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B7B05">
        <w:rPr>
          <w:rFonts w:ascii="Times New Roman" w:hAnsi="Times New Roman" w:cs="Times New Roman"/>
          <w:b/>
          <w:sz w:val="28"/>
          <w:szCs w:val="24"/>
        </w:rPr>
        <w:t>Agency</w:t>
      </w:r>
      <w:r w:rsidR="0007071F" w:rsidRPr="002B7B05">
        <w:rPr>
          <w:rFonts w:ascii="Times New Roman" w:hAnsi="Times New Roman" w:cs="Times New Roman"/>
          <w:b/>
          <w:sz w:val="28"/>
          <w:szCs w:val="24"/>
        </w:rPr>
        <w:t xml:space="preserve"> (</w:t>
      </w:r>
      <w:r w:rsidR="003A40BC" w:rsidRPr="003A40BC">
        <w:rPr>
          <w:rFonts w:ascii="Times New Roman" w:hAnsi="Times New Roman" w:cs="Times New Roman"/>
          <w:b/>
          <w:color w:val="FF0000"/>
          <w:sz w:val="28"/>
          <w:szCs w:val="24"/>
        </w:rPr>
        <w:t xml:space="preserve">must be the same name </w:t>
      </w:r>
      <w:r w:rsidR="0007071F" w:rsidRPr="003A40BC">
        <w:rPr>
          <w:rFonts w:ascii="Times New Roman" w:hAnsi="Times New Roman" w:cs="Times New Roman"/>
          <w:b/>
          <w:color w:val="FF0000"/>
          <w:sz w:val="28"/>
          <w:szCs w:val="24"/>
        </w:rPr>
        <w:t>on the contract</w:t>
      </w:r>
      <w:r w:rsidR="002B7B05" w:rsidRPr="002B7B05">
        <w:rPr>
          <w:rFonts w:ascii="Times New Roman" w:hAnsi="Times New Roman" w:cs="Times New Roman"/>
          <w:b/>
          <w:sz w:val="28"/>
          <w:szCs w:val="24"/>
        </w:rPr>
        <w:t>)</w:t>
      </w:r>
      <w:r w:rsidR="0074327F" w:rsidRPr="002B7B05">
        <w:rPr>
          <w:rFonts w:ascii="Times New Roman" w:hAnsi="Times New Roman" w:cs="Times New Roman"/>
          <w:sz w:val="28"/>
          <w:szCs w:val="24"/>
        </w:rPr>
        <w:t>:</w:t>
      </w:r>
      <w:r w:rsidR="007D61DA" w:rsidRPr="002B7B05">
        <w:rPr>
          <w:rFonts w:ascii="Times New Roman" w:hAnsi="Times New Roman" w:cs="Times New Roman"/>
          <w:sz w:val="28"/>
          <w:szCs w:val="24"/>
        </w:rPr>
        <w:t xml:space="preserve"> </w:t>
      </w:r>
    </w:p>
    <w:p w14:paraId="08A0AF72" w14:textId="441BFC36" w:rsidR="002B7B05" w:rsidRPr="003E434C" w:rsidRDefault="007D61DA" w:rsidP="003E434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MS Gothic" w:hAnsi="Times New Roman" w:cs="Times New Roman"/>
          <w:sz w:val="28"/>
          <w:szCs w:val="24"/>
        </w:rPr>
      </w:pPr>
      <w:r w:rsidRPr="003E434C">
        <w:rPr>
          <w:rFonts w:ascii="Times New Roman" w:hAnsi="Times New Roman" w:cs="Times New Roman"/>
          <w:sz w:val="28"/>
          <w:szCs w:val="24"/>
        </w:rPr>
        <w:t>(</w:t>
      </w:r>
      <w:sdt>
        <w:sdtPr>
          <w:rPr>
            <w:rFonts w:eastAsia="MS Gothic"/>
          </w:rPr>
          <w:id w:val="-1574657817"/>
          <w:placeholder>
            <w:docPart w:val="C4F521D804394A4389E69B652A054734"/>
          </w:placeholder>
          <w:showingPlcHdr/>
        </w:sdtPr>
        <w:sdtEndPr/>
        <w:sdtContent>
          <w:r w:rsidR="0047320A" w:rsidRPr="003E434C">
            <w:rPr>
              <w:rStyle w:val="PlaceholderText"/>
              <w:rFonts w:ascii="Times New Roman" w:hAnsi="Times New Roman" w:cs="Times New Roman"/>
              <w:color w:val="auto"/>
              <w:sz w:val="28"/>
              <w:szCs w:val="24"/>
            </w:rPr>
            <w:t xml:space="preserve"> Enter Agency Name here.</w:t>
          </w:r>
        </w:sdtContent>
      </w:sdt>
      <w:r w:rsidRPr="003E434C">
        <w:rPr>
          <w:rFonts w:ascii="Times New Roman" w:eastAsia="MS Gothic" w:hAnsi="Times New Roman" w:cs="Times New Roman"/>
          <w:sz w:val="28"/>
          <w:szCs w:val="24"/>
        </w:rPr>
        <w:t xml:space="preserve"> )</w:t>
      </w:r>
    </w:p>
    <w:p w14:paraId="209A760C" w14:textId="77777777" w:rsidR="002B7B05" w:rsidRPr="002B7B05" w:rsidRDefault="002B7B05" w:rsidP="002B7B05">
      <w:pPr>
        <w:spacing w:after="0" w:line="240" w:lineRule="auto"/>
        <w:rPr>
          <w:rFonts w:ascii="Times New Roman" w:eastAsia="MS Gothic" w:hAnsi="Times New Roman" w:cs="Times New Roman"/>
          <w:sz w:val="28"/>
          <w:szCs w:val="24"/>
        </w:rPr>
      </w:pPr>
    </w:p>
    <w:p w14:paraId="645169FF" w14:textId="58D793A7" w:rsidR="007061A2" w:rsidRPr="007061A2" w:rsidRDefault="007061A2" w:rsidP="002B7B0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Name &amp; </w:t>
      </w:r>
      <w:r w:rsidR="00E70D09" w:rsidRPr="002B7B05">
        <w:rPr>
          <w:rFonts w:ascii="Times New Roman" w:hAnsi="Times New Roman" w:cs="Times New Roman"/>
          <w:b/>
          <w:sz w:val="28"/>
          <w:szCs w:val="24"/>
        </w:rPr>
        <w:t>Email Address</w:t>
      </w:r>
      <w:r>
        <w:rPr>
          <w:rFonts w:ascii="Times New Roman" w:hAnsi="Times New Roman" w:cs="Times New Roman"/>
          <w:b/>
          <w:sz w:val="28"/>
          <w:szCs w:val="24"/>
        </w:rPr>
        <w:t>es</w:t>
      </w:r>
      <w:r w:rsidR="007D61DA" w:rsidRPr="002B7B05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(</w:t>
      </w:r>
      <w:r w:rsidRPr="007061A2">
        <w:rPr>
          <w:rFonts w:ascii="Times New Roman" w:hAnsi="Times New Roman" w:cs="Times New Roman"/>
          <w:b/>
          <w:color w:val="FF0000"/>
          <w:sz w:val="28"/>
          <w:szCs w:val="24"/>
        </w:rPr>
        <w:t>Owner/CEO &amp; Designated Staff must be listed, and both have authority to sign contracts and</w:t>
      </w:r>
    </w:p>
    <w:p w14:paraId="2B28840C" w14:textId="225C3A6C" w:rsidR="0007071F" w:rsidRDefault="007061A2" w:rsidP="002B7B0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7061A2">
        <w:rPr>
          <w:rFonts w:ascii="Times New Roman" w:hAnsi="Times New Roman" w:cs="Times New Roman"/>
          <w:b/>
          <w:color w:val="FF0000"/>
          <w:sz w:val="28"/>
          <w:szCs w:val="24"/>
        </w:rPr>
        <w:t xml:space="preserve">or agency documents </w:t>
      </w:r>
      <w:r w:rsidR="007D61DA" w:rsidRPr="002B7B05">
        <w:rPr>
          <w:rFonts w:ascii="Times New Roman" w:hAnsi="Times New Roman" w:cs="Times New Roman"/>
          <w:b/>
          <w:sz w:val="28"/>
          <w:szCs w:val="24"/>
        </w:rPr>
        <w:t>(</w:t>
      </w:r>
      <w:r w:rsidR="007D61DA" w:rsidRPr="007061A2">
        <w:rPr>
          <w:rFonts w:ascii="Times New Roman" w:hAnsi="Times New Roman" w:cs="Times New Roman"/>
          <w:b/>
          <w:sz w:val="28"/>
          <w:szCs w:val="24"/>
        </w:rPr>
        <w:t xml:space="preserve">only </w:t>
      </w:r>
      <w:r w:rsidR="003E434C" w:rsidRPr="007061A2">
        <w:rPr>
          <w:rFonts w:ascii="Times New Roman" w:hAnsi="Times New Roman" w:cs="Times New Roman"/>
          <w:b/>
          <w:sz w:val="28"/>
          <w:szCs w:val="24"/>
        </w:rPr>
        <w:t>3</w:t>
      </w:r>
      <w:r w:rsidR="007D61DA" w:rsidRPr="007061A2">
        <w:rPr>
          <w:rFonts w:ascii="Times New Roman" w:hAnsi="Times New Roman" w:cs="Times New Roman"/>
          <w:b/>
          <w:sz w:val="28"/>
          <w:szCs w:val="24"/>
        </w:rPr>
        <w:t xml:space="preserve"> allowed</w:t>
      </w:r>
      <w:r w:rsidR="0087457E" w:rsidRPr="007061A2">
        <w:rPr>
          <w:rFonts w:ascii="Times New Roman" w:hAnsi="Times New Roman" w:cs="Times New Roman"/>
          <w:b/>
          <w:sz w:val="28"/>
          <w:szCs w:val="24"/>
        </w:rPr>
        <w:t xml:space="preserve"> – No AOL Email Addresses</w:t>
      </w:r>
      <w:r w:rsidR="007D61DA" w:rsidRPr="002B7B05">
        <w:rPr>
          <w:rFonts w:ascii="Times New Roman" w:hAnsi="Times New Roman" w:cs="Times New Roman"/>
          <w:b/>
          <w:sz w:val="28"/>
          <w:szCs w:val="24"/>
        </w:rPr>
        <w:t>)</w:t>
      </w:r>
      <w:r w:rsidR="0074327F" w:rsidRPr="002B7B05">
        <w:rPr>
          <w:rFonts w:ascii="Times New Roman" w:hAnsi="Times New Roman" w:cs="Times New Roman"/>
          <w:sz w:val="28"/>
          <w:szCs w:val="24"/>
        </w:rPr>
        <w:t>:</w:t>
      </w:r>
    </w:p>
    <w:p w14:paraId="1FA8FB00" w14:textId="77777777" w:rsidR="007061A2" w:rsidRPr="002B7B05" w:rsidRDefault="007061A2" w:rsidP="002B7B0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4C84C36C" w14:textId="4924F7F5" w:rsidR="003E434C" w:rsidRPr="003E434C" w:rsidRDefault="007061A2" w:rsidP="003E434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Name of </w:t>
      </w:r>
      <w:r w:rsidR="003E434C" w:rsidRPr="003E434C">
        <w:rPr>
          <w:rFonts w:ascii="Times New Roman" w:hAnsi="Times New Roman" w:cs="Times New Roman"/>
          <w:b/>
          <w:sz w:val="28"/>
          <w:szCs w:val="24"/>
        </w:rPr>
        <w:t>Owner</w:t>
      </w:r>
      <w:r w:rsidR="007F4919">
        <w:rPr>
          <w:rFonts w:ascii="Times New Roman" w:hAnsi="Times New Roman" w:cs="Times New Roman"/>
          <w:b/>
          <w:sz w:val="28"/>
          <w:szCs w:val="24"/>
        </w:rPr>
        <w:t>/CEO</w:t>
      </w:r>
      <w:r w:rsidR="003E434C" w:rsidRPr="003E434C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&amp; </w:t>
      </w:r>
      <w:r w:rsidR="003E434C" w:rsidRPr="003E434C">
        <w:rPr>
          <w:rFonts w:ascii="Times New Roman" w:hAnsi="Times New Roman" w:cs="Times New Roman"/>
          <w:b/>
          <w:sz w:val="28"/>
          <w:szCs w:val="24"/>
        </w:rPr>
        <w:t>Email Address</w:t>
      </w:r>
      <w:r w:rsidR="003E434C" w:rsidRPr="003E434C">
        <w:rPr>
          <w:rFonts w:ascii="Times New Roman" w:hAnsi="Times New Roman" w:cs="Times New Roman"/>
          <w:sz w:val="28"/>
          <w:szCs w:val="24"/>
        </w:rPr>
        <w:t xml:space="preserve">:  </w:t>
      </w:r>
      <w:sdt>
        <w:sdtPr>
          <w:rPr>
            <w:sz w:val="32"/>
            <w:szCs w:val="32"/>
          </w:rPr>
          <w:id w:val="-1894960079"/>
          <w:placeholder>
            <w:docPart w:val="02C7DCD43F484F709FC8283C9FC3593D"/>
          </w:placeholder>
        </w:sdtPr>
        <w:sdtEndPr/>
        <w:sdtContent>
          <w:r w:rsidRPr="007061A2">
            <w:rPr>
              <w:sz w:val="32"/>
              <w:szCs w:val="32"/>
            </w:rPr>
            <w:t>Enter Name &amp; Email Address</w:t>
          </w:r>
        </w:sdtContent>
      </w:sdt>
    </w:p>
    <w:p w14:paraId="7830EC2D" w14:textId="76C53E90" w:rsidR="003E434C" w:rsidRPr="003E434C" w:rsidRDefault="007061A2" w:rsidP="003E434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Name of O</w:t>
      </w:r>
      <w:r w:rsidR="00A806B4">
        <w:rPr>
          <w:rFonts w:ascii="Times New Roman" w:hAnsi="Times New Roman" w:cs="Times New Roman"/>
          <w:b/>
          <w:sz w:val="28"/>
          <w:szCs w:val="24"/>
        </w:rPr>
        <w:t xml:space="preserve">ther </w:t>
      </w:r>
      <w:r w:rsidR="003E434C" w:rsidRPr="003E434C">
        <w:rPr>
          <w:rFonts w:ascii="Times New Roman" w:hAnsi="Times New Roman" w:cs="Times New Roman"/>
          <w:b/>
          <w:sz w:val="28"/>
          <w:szCs w:val="24"/>
        </w:rPr>
        <w:t xml:space="preserve">Designated Staff </w:t>
      </w:r>
      <w:r>
        <w:rPr>
          <w:rFonts w:ascii="Times New Roman" w:hAnsi="Times New Roman" w:cs="Times New Roman"/>
          <w:b/>
          <w:sz w:val="28"/>
          <w:szCs w:val="24"/>
        </w:rPr>
        <w:t xml:space="preserve">&amp; </w:t>
      </w:r>
      <w:r w:rsidR="007F4919">
        <w:rPr>
          <w:rFonts w:ascii="Times New Roman" w:hAnsi="Times New Roman" w:cs="Times New Roman"/>
          <w:b/>
          <w:sz w:val="28"/>
          <w:szCs w:val="24"/>
        </w:rPr>
        <w:t xml:space="preserve">Email </w:t>
      </w:r>
      <w:r w:rsidR="003E434C" w:rsidRPr="003E434C">
        <w:rPr>
          <w:rFonts w:ascii="Times New Roman" w:hAnsi="Times New Roman" w:cs="Times New Roman"/>
          <w:b/>
          <w:sz w:val="28"/>
          <w:szCs w:val="24"/>
        </w:rPr>
        <w:t>Address</w:t>
      </w:r>
      <w:r w:rsidR="003E434C" w:rsidRPr="003E434C">
        <w:rPr>
          <w:rFonts w:ascii="Times New Roman" w:hAnsi="Times New Roman" w:cs="Times New Roman"/>
          <w:sz w:val="28"/>
          <w:szCs w:val="24"/>
        </w:rPr>
        <w:t xml:space="preserve">:  </w:t>
      </w:r>
      <w:sdt>
        <w:sdtPr>
          <w:id w:val="-1220438810"/>
          <w:placeholder>
            <w:docPart w:val="AB033218249B464182438F855D1EB7E6"/>
          </w:placeholder>
        </w:sdtPr>
        <w:sdtEndPr/>
        <w:sdtContent>
          <w:r w:rsidRPr="007061A2">
            <w:rPr>
              <w:sz w:val="32"/>
              <w:szCs w:val="32"/>
            </w:rPr>
            <w:t>Enter Name &amp; Email Address</w:t>
          </w:r>
        </w:sdtContent>
      </w:sdt>
    </w:p>
    <w:p w14:paraId="365F5275" w14:textId="77B69182" w:rsidR="003E434C" w:rsidRPr="003E434C" w:rsidRDefault="003E434C" w:rsidP="003E434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bookmarkStart w:id="0" w:name="_Hlk3964838"/>
      <w:r w:rsidRPr="003E434C">
        <w:rPr>
          <w:rFonts w:ascii="Times New Roman" w:hAnsi="Times New Roman" w:cs="Times New Roman"/>
          <w:b/>
          <w:sz w:val="28"/>
          <w:szCs w:val="24"/>
        </w:rPr>
        <w:t>SA/Referral Email Address</w:t>
      </w:r>
      <w:r w:rsidRPr="003E434C">
        <w:rPr>
          <w:rFonts w:ascii="Times New Roman" w:hAnsi="Times New Roman" w:cs="Times New Roman"/>
          <w:sz w:val="28"/>
          <w:szCs w:val="24"/>
        </w:rPr>
        <w:t xml:space="preserve">:  </w:t>
      </w:r>
      <w:sdt>
        <w:sdtPr>
          <w:rPr>
            <w:sz w:val="32"/>
            <w:szCs w:val="32"/>
          </w:rPr>
          <w:id w:val="-591013416"/>
          <w:placeholder>
            <w:docPart w:val="C3D6534D6DAA4602B6E7587E46AFB025"/>
          </w:placeholder>
        </w:sdtPr>
        <w:sdtEndPr/>
        <w:sdtContent>
          <w:r w:rsidR="007061A2" w:rsidRPr="007061A2">
            <w:rPr>
              <w:sz w:val="32"/>
              <w:szCs w:val="32"/>
            </w:rPr>
            <w:t>Enter Email Ad</w:t>
          </w:r>
          <w:r w:rsidR="007061A2">
            <w:rPr>
              <w:sz w:val="32"/>
              <w:szCs w:val="32"/>
            </w:rPr>
            <w:t>d</w:t>
          </w:r>
          <w:r w:rsidR="007061A2" w:rsidRPr="007061A2">
            <w:rPr>
              <w:sz w:val="32"/>
              <w:szCs w:val="32"/>
            </w:rPr>
            <w:t>ress</w:t>
          </w:r>
        </w:sdtContent>
      </w:sdt>
    </w:p>
    <w:p w14:paraId="40F8163D" w14:textId="77777777" w:rsidR="00D55191" w:rsidRPr="002B7B05" w:rsidRDefault="00D55191" w:rsidP="002B7B0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bookmarkEnd w:id="0"/>
    <w:p w14:paraId="11AA4495" w14:textId="77777777" w:rsidR="00826394" w:rsidRPr="002B7B05" w:rsidRDefault="007D61DA" w:rsidP="002B7B0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B7B05">
        <w:rPr>
          <w:rFonts w:ascii="Times New Roman" w:hAnsi="Times New Roman" w:cs="Times New Roman"/>
          <w:b/>
          <w:sz w:val="28"/>
          <w:szCs w:val="24"/>
        </w:rPr>
        <w:t xml:space="preserve">Physical </w:t>
      </w:r>
      <w:r w:rsidR="00DB1130" w:rsidRPr="002B7B05">
        <w:rPr>
          <w:rFonts w:ascii="Times New Roman" w:hAnsi="Times New Roman" w:cs="Times New Roman"/>
          <w:b/>
          <w:sz w:val="28"/>
          <w:szCs w:val="24"/>
        </w:rPr>
        <w:t>Address</w:t>
      </w:r>
      <w:r w:rsidR="0074327F" w:rsidRPr="002B7B05">
        <w:rPr>
          <w:rFonts w:ascii="Times New Roman" w:hAnsi="Times New Roman" w:cs="Times New Roman"/>
          <w:sz w:val="28"/>
          <w:szCs w:val="24"/>
        </w:rPr>
        <w:t>:</w:t>
      </w:r>
      <w:r w:rsidRPr="002B7B05">
        <w:rPr>
          <w:rFonts w:ascii="Times New Roman" w:hAnsi="Times New Roman" w:cs="Times New Roman"/>
          <w:sz w:val="28"/>
          <w:szCs w:val="24"/>
        </w:rPr>
        <w:t xml:space="preserve"> </w:t>
      </w:r>
    </w:p>
    <w:p w14:paraId="087A0C0A" w14:textId="3839B6D7" w:rsidR="00E70D09" w:rsidRPr="003E434C" w:rsidRDefault="007D61DA" w:rsidP="003E434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3E434C">
        <w:rPr>
          <w:rFonts w:ascii="Times New Roman" w:hAnsi="Times New Roman" w:cs="Times New Roman"/>
          <w:sz w:val="28"/>
          <w:szCs w:val="24"/>
        </w:rPr>
        <w:t>(</w:t>
      </w:r>
      <w:sdt>
        <w:sdtPr>
          <w:id w:val="785696760"/>
          <w:placeholder>
            <w:docPart w:val="42E15F728C3C41779DECE9DF4EB11C86"/>
          </w:placeholder>
          <w:showingPlcHdr/>
        </w:sdtPr>
        <w:sdtEndPr/>
        <w:sdtContent>
          <w:r w:rsidR="0047320A" w:rsidRPr="003E434C">
            <w:rPr>
              <w:rStyle w:val="PlaceholderText"/>
              <w:rFonts w:ascii="Times New Roman" w:hAnsi="Times New Roman" w:cs="Times New Roman"/>
              <w:color w:val="auto"/>
              <w:sz w:val="28"/>
              <w:szCs w:val="24"/>
            </w:rPr>
            <w:t>Enter Agency Address here.</w:t>
          </w:r>
        </w:sdtContent>
      </w:sdt>
      <w:r w:rsidR="00155E22">
        <w:rPr>
          <w:rFonts w:ascii="Times New Roman" w:hAnsi="Times New Roman" w:cs="Times New Roman"/>
          <w:sz w:val="28"/>
          <w:szCs w:val="24"/>
        </w:rPr>
        <w:t xml:space="preserve">) </w:t>
      </w:r>
      <w:r w:rsidR="00897E5A">
        <w:rPr>
          <w:rFonts w:ascii="Times New Roman" w:hAnsi="Times New Roman" w:cs="Times New Roman"/>
          <w:sz w:val="28"/>
          <w:szCs w:val="24"/>
        </w:rPr>
        <w:t>– (</w:t>
      </w:r>
      <w:r w:rsidR="00897E5A" w:rsidRPr="00897E5A">
        <w:rPr>
          <w:rFonts w:ascii="Times New Roman" w:hAnsi="Times New Roman" w:cs="Times New Roman"/>
          <w:b/>
          <w:bCs/>
          <w:color w:val="FF0000"/>
          <w:sz w:val="28"/>
          <w:szCs w:val="24"/>
        </w:rPr>
        <w:t>Must be the same address you have listed on your Secretary of State</w:t>
      </w:r>
      <w:r w:rsidRPr="003E434C">
        <w:rPr>
          <w:rFonts w:ascii="Times New Roman" w:hAnsi="Times New Roman" w:cs="Times New Roman"/>
          <w:sz w:val="28"/>
          <w:szCs w:val="24"/>
        </w:rPr>
        <w:t>)</w:t>
      </w:r>
    </w:p>
    <w:p w14:paraId="4D2C81FF" w14:textId="77777777" w:rsidR="00D55191" w:rsidRPr="002B7B05" w:rsidRDefault="00D55191" w:rsidP="002B7B0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78580026" w14:textId="77777777" w:rsidR="00826394" w:rsidRPr="002B7B05" w:rsidRDefault="007D61DA" w:rsidP="002B7B0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B7B05">
        <w:rPr>
          <w:rFonts w:ascii="Times New Roman" w:hAnsi="Times New Roman" w:cs="Times New Roman"/>
          <w:b/>
          <w:sz w:val="28"/>
          <w:szCs w:val="24"/>
        </w:rPr>
        <w:t>Payment Address</w:t>
      </w:r>
      <w:r w:rsidR="0074327F" w:rsidRPr="002B7B05">
        <w:rPr>
          <w:rFonts w:ascii="Times New Roman" w:hAnsi="Times New Roman" w:cs="Times New Roman"/>
          <w:sz w:val="28"/>
          <w:szCs w:val="24"/>
        </w:rPr>
        <w:t>:</w:t>
      </w:r>
      <w:r w:rsidRPr="002B7B05">
        <w:rPr>
          <w:rFonts w:ascii="Times New Roman" w:hAnsi="Times New Roman" w:cs="Times New Roman"/>
          <w:sz w:val="28"/>
          <w:szCs w:val="24"/>
        </w:rPr>
        <w:t xml:space="preserve"> </w:t>
      </w:r>
    </w:p>
    <w:p w14:paraId="3F83ED7A" w14:textId="2DBC767B" w:rsidR="00E70D09" w:rsidRPr="003E434C" w:rsidRDefault="007D61DA" w:rsidP="003E434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3E434C">
        <w:rPr>
          <w:rFonts w:ascii="Times New Roman" w:hAnsi="Times New Roman" w:cs="Times New Roman"/>
          <w:sz w:val="28"/>
          <w:szCs w:val="24"/>
        </w:rPr>
        <w:t>(</w:t>
      </w:r>
      <w:r w:rsidR="00DB1130" w:rsidRPr="003E434C">
        <w:rPr>
          <w:rFonts w:ascii="Times New Roman" w:hAnsi="Times New Roman" w:cs="Times New Roman"/>
          <w:sz w:val="28"/>
          <w:szCs w:val="24"/>
        </w:rPr>
        <w:t xml:space="preserve"> </w:t>
      </w:r>
      <w:sdt>
        <w:sdtPr>
          <w:rPr>
            <w:sz w:val="28"/>
          </w:rPr>
          <w:id w:val="-1572503000"/>
          <w:placeholder>
            <w:docPart w:val="B3C7BBCC7CCF4943AE65F9A5C089B970"/>
          </w:placeholder>
          <w:showingPlcHdr/>
        </w:sdtPr>
        <w:sdtEndPr/>
        <w:sdtContent>
          <w:r w:rsidR="0047320A" w:rsidRPr="003E434C">
            <w:rPr>
              <w:rStyle w:val="PlaceholderText"/>
              <w:rFonts w:ascii="Times New Roman" w:hAnsi="Times New Roman" w:cs="Times New Roman"/>
              <w:color w:val="auto"/>
              <w:sz w:val="24"/>
              <w:szCs w:val="24"/>
            </w:rPr>
            <w:t>Enter Payment Address here.</w:t>
          </w:r>
        </w:sdtContent>
      </w:sdt>
      <w:r w:rsidR="00DB1130" w:rsidRPr="003E434C">
        <w:rPr>
          <w:rFonts w:ascii="Times New Roman" w:hAnsi="Times New Roman" w:cs="Times New Roman"/>
          <w:sz w:val="28"/>
          <w:szCs w:val="24"/>
        </w:rPr>
        <w:t xml:space="preserve"> </w:t>
      </w:r>
      <w:r w:rsidRPr="003E434C">
        <w:rPr>
          <w:rFonts w:ascii="Times New Roman" w:hAnsi="Times New Roman" w:cs="Times New Roman"/>
          <w:sz w:val="28"/>
          <w:szCs w:val="24"/>
        </w:rPr>
        <w:t>)</w:t>
      </w:r>
    </w:p>
    <w:p w14:paraId="433A32FE" w14:textId="77777777" w:rsidR="007D61DA" w:rsidRPr="002B7B05" w:rsidRDefault="007D61DA" w:rsidP="002B7B0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2AC313AA" w14:textId="259AD3F0" w:rsidR="00B87CB4" w:rsidRPr="002B7B05" w:rsidRDefault="00EF66E0" w:rsidP="002B7B0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B7B05">
        <w:rPr>
          <w:rFonts w:ascii="Times New Roman" w:hAnsi="Times New Roman" w:cs="Times New Roman"/>
          <w:b/>
          <w:sz w:val="28"/>
          <w:szCs w:val="24"/>
        </w:rPr>
        <w:t>Phone</w:t>
      </w:r>
      <w:r w:rsidR="007D61DA" w:rsidRPr="002B7B05">
        <w:rPr>
          <w:rFonts w:ascii="Times New Roman" w:hAnsi="Times New Roman" w:cs="Times New Roman"/>
          <w:b/>
          <w:sz w:val="28"/>
          <w:szCs w:val="24"/>
        </w:rPr>
        <w:t xml:space="preserve"> Number</w:t>
      </w:r>
      <w:r w:rsidR="0007071F" w:rsidRPr="002B7B05">
        <w:rPr>
          <w:rFonts w:ascii="Times New Roman" w:hAnsi="Times New Roman" w:cs="Times New Roman"/>
          <w:b/>
          <w:sz w:val="28"/>
          <w:szCs w:val="24"/>
        </w:rPr>
        <w:t>(s)</w:t>
      </w:r>
      <w:r w:rsidR="007D61DA" w:rsidRPr="002B7B05">
        <w:rPr>
          <w:rFonts w:ascii="Times New Roman" w:hAnsi="Times New Roman" w:cs="Times New Roman"/>
          <w:sz w:val="28"/>
          <w:szCs w:val="24"/>
        </w:rPr>
        <w:t>:</w:t>
      </w:r>
      <w:r w:rsidR="003E434C">
        <w:rPr>
          <w:rFonts w:ascii="Times New Roman" w:hAnsi="Times New Roman" w:cs="Times New Roman"/>
          <w:sz w:val="28"/>
          <w:szCs w:val="24"/>
        </w:rPr>
        <w:t xml:space="preserve"> (</w:t>
      </w:r>
      <w:r w:rsidR="003E434C" w:rsidRPr="003A40BC">
        <w:rPr>
          <w:rFonts w:ascii="Times New Roman" w:hAnsi="Times New Roman" w:cs="Times New Roman"/>
          <w:b/>
          <w:color w:val="FF0000"/>
          <w:sz w:val="28"/>
          <w:szCs w:val="24"/>
        </w:rPr>
        <w:t>Only 3 allowed</w:t>
      </w:r>
      <w:r w:rsidR="003E434C">
        <w:rPr>
          <w:rFonts w:ascii="Times New Roman" w:hAnsi="Times New Roman" w:cs="Times New Roman"/>
          <w:sz w:val="28"/>
          <w:szCs w:val="24"/>
        </w:rPr>
        <w:t>)</w:t>
      </w:r>
    </w:p>
    <w:p w14:paraId="18D62EFC" w14:textId="1206B362" w:rsidR="007D61DA" w:rsidRPr="003E434C" w:rsidRDefault="003E434C" w:rsidP="003E434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3A40BC">
        <w:rPr>
          <w:rFonts w:ascii="Times New Roman" w:hAnsi="Times New Roman" w:cs="Times New Roman"/>
          <w:b/>
          <w:sz w:val="28"/>
          <w:szCs w:val="24"/>
        </w:rPr>
        <w:t>Owner/CEO</w:t>
      </w:r>
      <w:r w:rsidR="003A40BC" w:rsidRPr="003A40BC">
        <w:rPr>
          <w:rFonts w:ascii="Times New Roman" w:hAnsi="Times New Roman" w:cs="Times New Roman"/>
          <w:b/>
          <w:sz w:val="28"/>
          <w:szCs w:val="24"/>
        </w:rPr>
        <w:t xml:space="preserve"> Phone #</w:t>
      </w:r>
      <w:r w:rsidRPr="003A40BC">
        <w:rPr>
          <w:rFonts w:ascii="Times New Roman" w:hAnsi="Times New Roman" w:cs="Times New Roman"/>
          <w:b/>
          <w:sz w:val="28"/>
          <w:szCs w:val="24"/>
        </w:rPr>
        <w:t>: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7D61DA" w:rsidRPr="003E434C">
        <w:rPr>
          <w:rFonts w:ascii="Times New Roman" w:hAnsi="Times New Roman" w:cs="Times New Roman"/>
          <w:sz w:val="28"/>
          <w:szCs w:val="24"/>
        </w:rPr>
        <w:t>(</w:t>
      </w:r>
      <w:sdt>
        <w:sdtPr>
          <w:id w:val="1539782464"/>
          <w:placeholder>
            <w:docPart w:val="36BDA36AF7ED42F0BE230D39A9BC7F27"/>
          </w:placeholder>
          <w:showingPlcHdr/>
        </w:sdtPr>
        <w:sdtEndPr/>
        <w:sdtContent>
          <w:r w:rsidR="00827DD7" w:rsidRPr="003E434C">
            <w:rPr>
              <w:rStyle w:val="PlaceholderText"/>
              <w:rFonts w:ascii="Times New Roman" w:hAnsi="Times New Roman" w:cs="Times New Roman"/>
              <w:color w:val="auto"/>
              <w:sz w:val="28"/>
              <w:szCs w:val="24"/>
            </w:rPr>
            <w:t>Enter Phone Number here.</w:t>
          </w:r>
        </w:sdtContent>
      </w:sdt>
      <w:r w:rsidR="007D61DA" w:rsidRPr="003E434C">
        <w:rPr>
          <w:rFonts w:ascii="Times New Roman" w:hAnsi="Times New Roman" w:cs="Times New Roman"/>
          <w:sz w:val="28"/>
          <w:szCs w:val="24"/>
        </w:rPr>
        <w:t>)</w:t>
      </w:r>
    </w:p>
    <w:p w14:paraId="6BD5454C" w14:textId="05F1ED4A" w:rsidR="00B87CB4" w:rsidRDefault="003E434C" w:rsidP="003E434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3A40BC">
        <w:rPr>
          <w:rFonts w:ascii="Times New Roman" w:hAnsi="Times New Roman" w:cs="Times New Roman"/>
          <w:b/>
          <w:sz w:val="28"/>
          <w:szCs w:val="24"/>
        </w:rPr>
        <w:t>Owner</w:t>
      </w:r>
      <w:r w:rsidR="007F4919">
        <w:rPr>
          <w:rFonts w:ascii="Times New Roman" w:hAnsi="Times New Roman" w:cs="Times New Roman"/>
          <w:b/>
          <w:sz w:val="28"/>
          <w:szCs w:val="24"/>
        </w:rPr>
        <w:t>/CEO</w:t>
      </w:r>
      <w:r w:rsidRPr="003A40BC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7F4919">
        <w:rPr>
          <w:rFonts w:ascii="Times New Roman" w:hAnsi="Times New Roman" w:cs="Times New Roman"/>
          <w:b/>
          <w:sz w:val="28"/>
          <w:szCs w:val="24"/>
        </w:rPr>
        <w:t xml:space="preserve">Other </w:t>
      </w:r>
      <w:r w:rsidRPr="003A40BC">
        <w:rPr>
          <w:rFonts w:ascii="Times New Roman" w:hAnsi="Times New Roman" w:cs="Times New Roman"/>
          <w:b/>
          <w:sz w:val="28"/>
          <w:szCs w:val="24"/>
        </w:rPr>
        <w:t>Designated Staff Phone</w:t>
      </w:r>
      <w:r w:rsidR="003A40BC" w:rsidRPr="003A40BC">
        <w:rPr>
          <w:rFonts w:ascii="Times New Roman" w:hAnsi="Times New Roman" w:cs="Times New Roman"/>
          <w:b/>
          <w:sz w:val="28"/>
          <w:szCs w:val="24"/>
        </w:rPr>
        <w:t xml:space="preserve"> #</w:t>
      </w:r>
      <w:r w:rsidRPr="003A40BC">
        <w:rPr>
          <w:rFonts w:ascii="Times New Roman" w:hAnsi="Times New Roman" w:cs="Times New Roman"/>
          <w:b/>
          <w:sz w:val="28"/>
          <w:szCs w:val="24"/>
        </w:rPr>
        <w:t>: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B87CB4" w:rsidRPr="003E434C">
        <w:rPr>
          <w:rFonts w:ascii="Times New Roman" w:hAnsi="Times New Roman" w:cs="Times New Roman"/>
          <w:sz w:val="28"/>
          <w:szCs w:val="24"/>
        </w:rPr>
        <w:t>(</w:t>
      </w:r>
      <w:bookmarkStart w:id="1" w:name="_Hlk48143851"/>
      <w:sdt>
        <w:sdtPr>
          <w:id w:val="1784688214"/>
          <w:placeholder>
            <w:docPart w:val="6A41AFB282DD4AC4870EC7A4D46408E5"/>
          </w:placeholder>
          <w:showingPlcHdr/>
        </w:sdtPr>
        <w:sdtEndPr/>
        <w:sdtContent>
          <w:r w:rsidR="00B87CB4" w:rsidRPr="003E434C">
            <w:rPr>
              <w:rStyle w:val="PlaceholderText"/>
              <w:rFonts w:ascii="Times New Roman" w:hAnsi="Times New Roman" w:cs="Times New Roman"/>
              <w:color w:val="auto"/>
              <w:sz w:val="28"/>
              <w:szCs w:val="24"/>
            </w:rPr>
            <w:t>Enter Phone Number here.</w:t>
          </w:r>
        </w:sdtContent>
      </w:sdt>
      <w:bookmarkEnd w:id="1"/>
      <w:r w:rsidR="00B87CB4" w:rsidRPr="003E434C">
        <w:rPr>
          <w:rFonts w:ascii="Times New Roman" w:hAnsi="Times New Roman" w:cs="Times New Roman"/>
          <w:sz w:val="28"/>
          <w:szCs w:val="24"/>
        </w:rPr>
        <w:t>)</w:t>
      </w:r>
    </w:p>
    <w:p w14:paraId="69AF17A5" w14:textId="78516F62" w:rsidR="003A40BC" w:rsidRPr="003E434C" w:rsidRDefault="003A40BC" w:rsidP="003A40B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3E434C">
        <w:rPr>
          <w:rFonts w:ascii="Times New Roman" w:hAnsi="Times New Roman" w:cs="Times New Roman"/>
          <w:b/>
          <w:sz w:val="28"/>
          <w:szCs w:val="24"/>
        </w:rPr>
        <w:t xml:space="preserve">SA/Referral </w:t>
      </w:r>
      <w:r w:rsidR="007F4919">
        <w:rPr>
          <w:rFonts w:ascii="Times New Roman" w:hAnsi="Times New Roman" w:cs="Times New Roman"/>
          <w:b/>
          <w:sz w:val="28"/>
          <w:szCs w:val="24"/>
        </w:rPr>
        <w:t xml:space="preserve">Question </w:t>
      </w:r>
      <w:r w:rsidRPr="003A40BC">
        <w:rPr>
          <w:rFonts w:ascii="Times New Roman" w:hAnsi="Times New Roman" w:cs="Times New Roman"/>
          <w:b/>
          <w:sz w:val="28"/>
          <w:szCs w:val="24"/>
        </w:rPr>
        <w:t>Phone #</w:t>
      </w:r>
      <w:r w:rsidRPr="003E434C">
        <w:rPr>
          <w:rFonts w:ascii="Times New Roman" w:hAnsi="Times New Roman" w:cs="Times New Roman"/>
          <w:sz w:val="28"/>
          <w:szCs w:val="24"/>
        </w:rPr>
        <w:t xml:space="preserve">:  </w:t>
      </w:r>
      <w:sdt>
        <w:sdtPr>
          <w:rPr>
            <w:sz w:val="18"/>
            <w:szCs w:val="18"/>
          </w:rPr>
          <w:id w:val="-762382548"/>
          <w:placeholder>
            <w:docPart w:val="4BDF4A7FCA3142F7BE38206D8312FA7E"/>
          </w:placeholder>
        </w:sdtPr>
        <w:sdtEndPr/>
        <w:sdtContent>
          <w:sdt>
            <w:sdtPr>
              <w:id w:val="-1946916305"/>
              <w:placeholder>
                <w:docPart w:val="4EF9334FAA754FBC83B44BD6651BB3F2"/>
              </w:placeholder>
              <w:showingPlcHdr/>
            </w:sdtPr>
            <w:sdtContent>
              <w:r w:rsidR="00155E22" w:rsidRPr="003E434C">
                <w:rPr>
                  <w:rStyle w:val="PlaceholderText"/>
                  <w:rFonts w:ascii="Times New Roman" w:hAnsi="Times New Roman" w:cs="Times New Roman"/>
                  <w:color w:val="auto"/>
                  <w:sz w:val="28"/>
                  <w:szCs w:val="24"/>
                </w:rPr>
                <w:t>Enter Phone Number here.</w:t>
              </w:r>
            </w:sdtContent>
          </w:sdt>
        </w:sdtContent>
      </w:sdt>
    </w:p>
    <w:tbl>
      <w:tblPr>
        <w:tblpPr w:leftFromText="180" w:rightFromText="180" w:vertAnchor="text" w:horzAnchor="margin" w:tblpY="-10"/>
        <w:tblOverlap w:val="never"/>
        <w:tblW w:w="13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2160"/>
        <w:gridCol w:w="1872"/>
        <w:gridCol w:w="1800"/>
        <w:gridCol w:w="1842"/>
        <w:gridCol w:w="1938"/>
        <w:gridCol w:w="2070"/>
      </w:tblGrid>
      <w:tr w:rsidR="009D767B" w:rsidRPr="002B7B05" w14:paraId="75107D7A" w14:textId="77777777" w:rsidTr="00EC3FC4">
        <w:trPr>
          <w:cantSplit/>
          <w:trHeight w:val="440"/>
        </w:trPr>
        <w:tc>
          <w:tcPr>
            <w:tcW w:w="2088" w:type="dxa"/>
          </w:tcPr>
          <w:p w14:paraId="72FF51E2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 </w:t>
            </w:r>
            <w:r w:rsidRPr="002B7B05"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  <w:t xml:space="preserve">Region 1 </w:t>
            </w:r>
          </w:p>
          <w:p w14:paraId="47F5302E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Catoosa </w:t>
            </w:r>
          </w:p>
          <w:p w14:paraId="24462FE7" w14:textId="77777777" w:rsidR="009D767B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Chattooga </w:t>
            </w:r>
          </w:p>
          <w:p w14:paraId="33A86691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Cherokee</w:t>
            </w:r>
          </w:p>
          <w:p w14:paraId="5E73A49C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Dade </w:t>
            </w:r>
          </w:p>
          <w:p w14:paraId="157EF002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Fannin </w:t>
            </w:r>
          </w:p>
          <w:p w14:paraId="41CA2F74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Gilmer </w:t>
            </w:r>
          </w:p>
          <w:p w14:paraId="048B4DDC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Gordon </w:t>
            </w:r>
          </w:p>
          <w:p w14:paraId="6F36A6CB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Murray </w:t>
            </w:r>
          </w:p>
          <w:p w14:paraId="1EA9AA97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Pickens </w:t>
            </w:r>
          </w:p>
          <w:p w14:paraId="6E022B9C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Walker</w:t>
            </w:r>
          </w:p>
          <w:p w14:paraId="644FE7D2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Whitfield </w:t>
            </w:r>
          </w:p>
          <w:p w14:paraId="687D4FB5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2160" w:type="dxa"/>
          </w:tcPr>
          <w:p w14:paraId="2A67CC97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 </w:t>
            </w:r>
            <w:r w:rsidRPr="002B7B05"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  <w:t>Region 2</w:t>
            </w:r>
          </w:p>
          <w:p w14:paraId="6B207DAB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Banks </w:t>
            </w:r>
          </w:p>
          <w:p w14:paraId="5881E788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Dawson </w:t>
            </w:r>
          </w:p>
          <w:p w14:paraId="0A9C2127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Forsyth </w:t>
            </w:r>
          </w:p>
          <w:p w14:paraId="22B0995B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Franklin </w:t>
            </w:r>
          </w:p>
          <w:p w14:paraId="6BF7F6C5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Habersham </w:t>
            </w:r>
          </w:p>
          <w:p w14:paraId="22C2E50B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Hall </w:t>
            </w:r>
          </w:p>
          <w:p w14:paraId="29D9AC0B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Hart </w:t>
            </w:r>
          </w:p>
          <w:p w14:paraId="1EA9DBB1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Lumpkin </w:t>
            </w:r>
          </w:p>
          <w:p w14:paraId="755DE9E4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Rabun </w:t>
            </w:r>
          </w:p>
          <w:p w14:paraId="2EE2D2CE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Stephens </w:t>
            </w:r>
          </w:p>
          <w:p w14:paraId="4EBDEFCB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Towns </w:t>
            </w:r>
          </w:p>
          <w:p w14:paraId="67A5191C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Union </w:t>
            </w:r>
          </w:p>
          <w:p w14:paraId="43C12342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White</w:t>
            </w:r>
          </w:p>
        </w:tc>
        <w:tc>
          <w:tcPr>
            <w:tcW w:w="1872" w:type="dxa"/>
          </w:tcPr>
          <w:p w14:paraId="63727DE1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 </w:t>
            </w:r>
            <w:r w:rsidRPr="002B7B05"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  <w:t>Region 3</w:t>
            </w:r>
          </w:p>
          <w:p w14:paraId="3A5417F3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Bartow </w:t>
            </w:r>
          </w:p>
          <w:p w14:paraId="47279EBE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Douglas </w:t>
            </w:r>
          </w:p>
          <w:p w14:paraId="5601B437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Floyd </w:t>
            </w:r>
          </w:p>
          <w:p w14:paraId="1A6B8FFA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Haralson </w:t>
            </w:r>
          </w:p>
          <w:p w14:paraId="2B7F362C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Paulding </w:t>
            </w:r>
          </w:p>
          <w:p w14:paraId="4A4E1358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Polk</w:t>
            </w:r>
          </w:p>
          <w:p w14:paraId="3048FD3F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</w:p>
          <w:p w14:paraId="7B283166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</w:p>
          <w:p w14:paraId="4FFC1C40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14:paraId="15D4A961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00" w:type="dxa"/>
          </w:tcPr>
          <w:p w14:paraId="1A72B7D2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 </w:t>
            </w:r>
            <w:r w:rsidRPr="002B7B05"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  <w:t>Region 4</w:t>
            </w:r>
          </w:p>
          <w:p w14:paraId="3E02B500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Butts</w:t>
            </w:r>
          </w:p>
          <w:p w14:paraId="08E6A64F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Carroll </w:t>
            </w:r>
          </w:p>
          <w:p w14:paraId="1386C7FE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Coweta </w:t>
            </w:r>
          </w:p>
          <w:p w14:paraId="34B323F4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Fayette </w:t>
            </w:r>
          </w:p>
          <w:p w14:paraId="577728D2" w14:textId="77777777" w:rsidR="009D767B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Heard </w:t>
            </w:r>
          </w:p>
          <w:p w14:paraId="1165F0AF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Henry</w:t>
            </w:r>
          </w:p>
          <w:p w14:paraId="0ECF2EBD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Lamar </w:t>
            </w:r>
          </w:p>
          <w:p w14:paraId="3D40AEE0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Meriwether </w:t>
            </w:r>
          </w:p>
          <w:p w14:paraId="75819346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Pike </w:t>
            </w:r>
          </w:p>
          <w:p w14:paraId="06FBE4B6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Spalding </w:t>
            </w:r>
          </w:p>
          <w:p w14:paraId="0881CC66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Troup </w:t>
            </w:r>
          </w:p>
          <w:p w14:paraId="768B13F5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Upson </w:t>
            </w:r>
          </w:p>
          <w:p w14:paraId="508992F7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42" w:type="dxa"/>
          </w:tcPr>
          <w:p w14:paraId="48D7FC66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 </w:t>
            </w:r>
            <w:r w:rsidRPr="002B7B05"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  <w:t>Region 5</w:t>
            </w:r>
          </w:p>
          <w:p w14:paraId="20FAB9C3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Barrow </w:t>
            </w:r>
          </w:p>
          <w:p w14:paraId="4DB5261C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Clarke </w:t>
            </w:r>
          </w:p>
          <w:p w14:paraId="3983E9D2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Elbert </w:t>
            </w:r>
          </w:p>
          <w:p w14:paraId="14ADFB7A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Greene </w:t>
            </w:r>
          </w:p>
          <w:p w14:paraId="71953728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Jackson </w:t>
            </w:r>
          </w:p>
          <w:p w14:paraId="0471F072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Madison </w:t>
            </w:r>
          </w:p>
          <w:p w14:paraId="22220315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Morgan </w:t>
            </w:r>
          </w:p>
          <w:p w14:paraId="0DDD02EA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Newton </w:t>
            </w:r>
          </w:p>
          <w:p w14:paraId="72C58D04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Oconee</w:t>
            </w:r>
          </w:p>
          <w:p w14:paraId="1FBFD3A2" w14:textId="77777777" w:rsidR="009D767B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Oglethorpe</w:t>
            </w:r>
          </w:p>
          <w:p w14:paraId="1D26A706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Rockdale</w:t>
            </w:r>
          </w:p>
          <w:p w14:paraId="6EE25B5B" w14:textId="77777777" w:rsidR="009D767B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Walton </w:t>
            </w:r>
          </w:p>
          <w:p w14:paraId="7CD7AB84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</w:p>
          <w:p w14:paraId="78DBD1B9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38" w:type="dxa"/>
          </w:tcPr>
          <w:p w14:paraId="2409A044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 </w:t>
            </w:r>
            <w:r w:rsidRPr="002B7B05"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  <w:t>Region 6</w:t>
            </w:r>
          </w:p>
          <w:p w14:paraId="20562680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Baldwin </w:t>
            </w:r>
          </w:p>
          <w:p w14:paraId="240FAF27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Bibb </w:t>
            </w:r>
          </w:p>
          <w:p w14:paraId="08BF3CEB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Crawford </w:t>
            </w:r>
          </w:p>
          <w:p w14:paraId="2B90BD5E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Houston </w:t>
            </w:r>
          </w:p>
          <w:p w14:paraId="6ABD8940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Jasper </w:t>
            </w:r>
          </w:p>
          <w:p w14:paraId="04474EBF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Jones </w:t>
            </w:r>
          </w:p>
          <w:p w14:paraId="3EA4977B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Monroe</w:t>
            </w:r>
          </w:p>
          <w:p w14:paraId="4B5415F6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Peach </w:t>
            </w:r>
          </w:p>
          <w:p w14:paraId="73DB54C2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Putnam </w:t>
            </w:r>
          </w:p>
          <w:p w14:paraId="404F80E0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Twiggs </w:t>
            </w:r>
          </w:p>
          <w:p w14:paraId="450FE884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Wilkinson</w:t>
            </w:r>
          </w:p>
          <w:p w14:paraId="0E57F350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</w:p>
          <w:p w14:paraId="5F1DF1FE" w14:textId="77777777" w:rsidR="009D767B" w:rsidRPr="002B7B05" w:rsidRDefault="009D767B" w:rsidP="00EC3FC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070" w:type="dxa"/>
          </w:tcPr>
          <w:p w14:paraId="1AD98461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 </w:t>
            </w:r>
            <w:r w:rsidRPr="002B7B05"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  <w:t>Region 7</w:t>
            </w:r>
          </w:p>
          <w:p w14:paraId="25B82E51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Burke </w:t>
            </w:r>
          </w:p>
          <w:p w14:paraId="25D5B24B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Columbia </w:t>
            </w:r>
          </w:p>
          <w:p w14:paraId="1225AB0F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Glascock </w:t>
            </w:r>
          </w:p>
          <w:p w14:paraId="4A2020AF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Hancock </w:t>
            </w:r>
          </w:p>
          <w:p w14:paraId="4D92C94B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Jefferson </w:t>
            </w:r>
          </w:p>
          <w:p w14:paraId="1341156B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Jenkins </w:t>
            </w:r>
          </w:p>
          <w:p w14:paraId="42DF752D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Lincoln </w:t>
            </w:r>
          </w:p>
          <w:p w14:paraId="119F07E2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McDuffie</w:t>
            </w:r>
          </w:p>
          <w:p w14:paraId="1CFE15FC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Richmond </w:t>
            </w:r>
          </w:p>
          <w:p w14:paraId="5A9E36D1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Screven </w:t>
            </w:r>
          </w:p>
          <w:p w14:paraId="02A9DAB4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Taliaferro </w:t>
            </w:r>
          </w:p>
          <w:p w14:paraId="4937D8A6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Warren</w:t>
            </w:r>
          </w:p>
          <w:p w14:paraId="7E7F270E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Washington </w:t>
            </w:r>
          </w:p>
          <w:p w14:paraId="6F0A3141" w14:textId="77777777" w:rsidR="009D767B" w:rsidRPr="002B7B05" w:rsidRDefault="009D767B" w:rsidP="00EC3FC4">
            <w:pPr>
              <w:spacing w:beforeLines="60" w:before="144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Wilkes</w:t>
            </w:r>
          </w:p>
        </w:tc>
      </w:tr>
      <w:tr w:rsidR="009D767B" w:rsidRPr="002B7B05" w14:paraId="3C2E1332" w14:textId="77777777" w:rsidTr="00EC3FC4">
        <w:trPr>
          <w:cantSplit/>
          <w:trHeight w:val="2243"/>
        </w:trPr>
        <w:tc>
          <w:tcPr>
            <w:tcW w:w="2088" w:type="dxa"/>
          </w:tcPr>
          <w:p w14:paraId="14AA9CB2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 </w:t>
            </w:r>
            <w:r w:rsidRPr="002B7B05"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  <w:t>Region 8</w:t>
            </w:r>
          </w:p>
          <w:p w14:paraId="704A1760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Chattahoochee </w:t>
            </w:r>
          </w:p>
          <w:p w14:paraId="656FBF59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Clay </w:t>
            </w:r>
          </w:p>
          <w:p w14:paraId="0B0CB4BE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Crisp </w:t>
            </w:r>
          </w:p>
          <w:p w14:paraId="017E96B9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Dooly </w:t>
            </w:r>
          </w:p>
          <w:p w14:paraId="7068E56F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Harris </w:t>
            </w:r>
          </w:p>
          <w:p w14:paraId="0336D64E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Macon </w:t>
            </w:r>
          </w:p>
          <w:p w14:paraId="69C81A77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Marion </w:t>
            </w:r>
          </w:p>
          <w:p w14:paraId="3CAC46E9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Muscogee </w:t>
            </w:r>
          </w:p>
          <w:p w14:paraId="382936E8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Quitman </w:t>
            </w:r>
          </w:p>
          <w:p w14:paraId="202C2917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Randolph </w:t>
            </w:r>
          </w:p>
          <w:p w14:paraId="593123C8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Schley </w:t>
            </w:r>
          </w:p>
          <w:p w14:paraId="4D3693FC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Stewart </w:t>
            </w:r>
          </w:p>
          <w:p w14:paraId="41D80CB4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Sumter </w:t>
            </w:r>
          </w:p>
          <w:p w14:paraId="186C2D49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Talbot </w:t>
            </w:r>
          </w:p>
          <w:p w14:paraId="0911FF79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Taylor </w:t>
            </w:r>
          </w:p>
          <w:p w14:paraId="1282700B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Webster</w:t>
            </w:r>
          </w:p>
          <w:p w14:paraId="31111A7B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    </w:t>
            </w:r>
          </w:p>
          <w:p w14:paraId="7831BB45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60" w:type="dxa"/>
          </w:tcPr>
          <w:p w14:paraId="26EA370F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 </w:t>
            </w:r>
            <w:r w:rsidRPr="002B7B05"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  <w:t>Region 9</w:t>
            </w:r>
          </w:p>
          <w:p w14:paraId="024F10FF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Appling </w:t>
            </w:r>
          </w:p>
          <w:p w14:paraId="2E4BB23F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Bleckley </w:t>
            </w:r>
          </w:p>
          <w:p w14:paraId="2901E9CA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Candler </w:t>
            </w:r>
          </w:p>
          <w:p w14:paraId="4972BF20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Dodge </w:t>
            </w:r>
          </w:p>
          <w:p w14:paraId="521B192C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Emanuel </w:t>
            </w:r>
          </w:p>
          <w:p w14:paraId="74A1920F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Evans </w:t>
            </w:r>
          </w:p>
          <w:p w14:paraId="756D4AEC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Jeff Davis </w:t>
            </w:r>
          </w:p>
          <w:p w14:paraId="7CE03B23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Johnson </w:t>
            </w:r>
          </w:p>
          <w:p w14:paraId="4149B436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Laurens</w:t>
            </w:r>
          </w:p>
          <w:p w14:paraId="43935741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Montgomery </w:t>
            </w:r>
          </w:p>
          <w:p w14:paraId="06873813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Pulaski </w:t>
            </w:r>
          </w:p>
          <w:p w14:paraId="0C7EF41E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Tattnall </w:t>
            </w:r>
          </w:p>
          <w:p w14:paraId="7D67D3C0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Telfair </w:t>
            </w:r>
          </w:p>
          <w:p w14:paraId="13335714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Toombs </w:t>
            </w:r>
          </w:p>
          <w:p w14:paraId="33A04427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Treutlen </w:t>
            </w:r>
          </w:p>
          <w:p w14:paraId="26635440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Wayne </w:t>
            </w:r>
          </w:p>
          <w:p w14:paraId="4BA3EB0C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Wheeler </w:t>
            </w:r>
          </w:p>
          <w:p w14:paraId="6A7D165B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Wilcox</w:t>
            </w:r>
          </w:p>
        </w:tc>
        <w:tc>
          <w:tcPr>
            <w:tcW w:w="1872" w:type="dxa"/>
          </w:tcPr>
          <w:p w14:paraId="5BCF8995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 </w:t>
            </w:r>
            <w:r w:rsidRPr="002B7B05"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  <w:t>Region 10</w:t>
            </w:r>
          </w:p>
          <w:p w14:paraId="43DE01E1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Baker </w:t>
            </w:r>
          </w:p>
          <w:p w14:paraId="36FAEC08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Calhoun </w:t>
            </w:r>
          </w:p>
          <w:p w14:paraId="533DB9D5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Colquitt </w:t>
            </w:r>
          </w:p>
          <w:p w14:paraId="020F12CC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Decatur</w:t>
            </w:r>
          </w:p>
          <w:p w14:paraId="1750DD99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Dougherty </w:t>
            </w:r>
          </w:p>
          <w:p w14:paraId="145206FC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Early </w:t>
            </w:r>
          </w:p>
          <w:p w14:paraId="29E2B835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Grady </w:t>
            </w:r>
          </w:p>
          <w:p w14:paraId="79C187BE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Lee </w:t>
            </w:r>
          </w:p>
          <w:p w14:paraId="10817099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Miller </w:t>
            </w:r>
          </w:p>
          <w:p w14:paraId="50C958B3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Mitchell </w:t>
            </w:r>
          </w:p>
          <w:p w14:paraId="575CB0EE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Seminole </w:t>
            </w:r>
          </w:p>
          <w:p w14:paraId="19FC7580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Terrell </w:t>
            </w:r>
          </w:p>
          <w:p w14:paraId="05347D94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Thomas </w:t>
            </w:r>
          </w:p>
          <w:p w14:paraId="49C25495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Worth</w:t>
            </w:r>
          </w:p>
        </w:tc>
        <w:tc>
          <w:tcPr>
            <w:tcW w:w="1800" w:type="dxa"/>
          </w:tcPr>
          <w:p w14:paraId="3F33AC59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 </w:t>
            </w:r>
            <w:r w:rsidRPr="002B7B05"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  <w:t>Region 11</w:t>
            </w:r>
          </w:p>
          <w:p w14:paraId="3C67B277" w14:textId="77777777" w:rsidR="009D767B" w:rsidRPr="002B7B05" w:rsidRDefault="009D767B" w:rsidP="00EC3FC4">
            <w:pPr>
              <w:spacing w:beforeLines="60" w:before="144" w:after="6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Atkinson </w:t>
            </w:r>
          </w:p>
          <w:p w14:paraId="71365ACA" w14:textId="77777777" w:rsidR="009D767B" w:rsidRPr="002B7B05" w:rsidRDefault="009D767B" w:rsidP="00EC3FC4">
            <w:pPr>
              <w:spacing w:beforeLines="60" w:before="144" w:after="6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Bacon </w:t>
            </w:r>
          </w:p>
          <w:p w14:paraId="4D45F63C" w14:textId="77777777" w:rsidR="009D767B" w:rsidRPr="002B7B05" w:rsidRDefault="009D767B" w:rsidP="00EC3FC4">
            <w:pPr>
              <w:spacing w:beforeLines="60" w:before="144" w:after="6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Ben Hill </w:t>
            </w:r>
          </w:p>
          <w:p w14:paraId="10044992" w14:textId="77777777" w:rsidR="009D767B" w:rsidRPr="002B7B05" w:rsidRDefault="009D767B" w:rsidP="00EC3FC4">
            <w:pPr>
              <w:spacing w:beforeLines="60" w:before="144" w:after="6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Berrien </w:t>
            </w:r>
          </w:p>
          <w:p w14:paraId="0F871D7D" w14:textId="77777777" w:rsidR="009D767B" w:rsidRPr="002B7B05" w:rsidRDefault="009D767B" w:rsidP="00EC3FC4">
            <w:pPr>
              <w:spacing w:beforeLines="60" w:before="144" w:after="6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Brantley </w:t>
            </w:r>
          </w:p>
          <w:p w14:paraId="4D8307C5" w14:textId="77777777" w:rsidR="009D767B" w:rsidRPr="002B7B05" w:rsidRDefault="009D767B" w:rsidP="00EC3FC4">
            <w:pPr>
              <w:spacing w:beforeLines="60" w:before="144" w:after="6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Brooks </w:t>
            </w:r>
          </w:p>
          <w:p w14:paraId="36CDF5B8" w14:textId="77777777" w:rsidR="009D767B" w:rsidRPr="002B7B05" w:rsidRDefault="009D767B" w:rsidP="00EC3FC4">
            <w:pPr>
              <w:spacing w:beforeLines="60" w:before="144" w:after="6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Charlton </w:t>
            </w:r>
          </w:p>
          <w:p w14:paraId="165875EE" w14:textId="77777777" w:rsidR="009D767B" w:rsidRPr="002B7B05" w:rsidRDefault="009D767B" w:rsidP="00EC3FC4">
            <w:pPr>
              <w:spacing w:beforeLines="60" w:before="144" w:after="6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Clinch </w:t>
            </w:r>
          </w:p>
          <w:p w14:paraId="5AB0D605" w14:textId="77777777" w:rsidR="009D767B" w:rsidRPr="002B7B05" w:rsidRDefault="009D767B" w:rsidP="00EC3FC4">
            <w:pPr>
              <w:spacing w:beforeLines="60" w:before="144" w:after="6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Coffee </w:t>
            </w:r>
          </w:p>
          <w:p w14:paraId="4D0F5E40" w14:textId="77777777" w:rsidR="009D767B" w:rsidRPr="002B7B05" w:rsidRDefault="009D767B" w:rsidP="00EC3FC4">
            <w:pPr>
              <w:spacing w:beforeLines="60" w:before="144" w:after="6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Cook </w:t>
            </w:r>
          </w:p>
          <w:p w14:paraId="619F8E52" w14:textId="77777777" w:rsidR="009D767B" w:rsidRPr="002B7B05" w:rsidRDefault="009D767B" w:rsidP="00EC3FC4">
            <w:pPr>
              <w:spacing w:beforeLines="60" w:before="144" w:after="6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Echols </w:t>
            </w:r>
          </w:p>
          <w:p w14:paraId="4123CE29" w14:textId="77777777" w:rsidR="009D767B" w:rsidRPr="002B7B05" w:rsidRDefault="009D767B" w:rsidP="00EC3FC4">
            <w:pPr>
              <w:spacing w:beforeLines="60" w:before="144" w:after="6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Irwin </w:t>
            </w:r>
          </w:p>
          <w:p w14:paraId="15A8C3BA" w14:textId="77777777" w:rsidR="009D767B" w:rsidRPr="002B7B05" w:rsidRDefault="009D767B" w:rsidP="00EC3FC4">
            <w:pPr>
              <w:spacing w:beforeLines="60" w:before="144" w:after="6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Lanier </w:t>
            </w:r>
          </w:p>
          <w:p w14:paraId="06697F54" w14:textId="77777777" w:rsidR="009D767B" w:rsidRPr="002B7B05" w:rsidRDefault="009D767B" w:rsidP="00EC3FC4">
            <w:pPr>
              <w:spacing w:beforeLines="60" w:before="144" w:after="6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Lowndes </w:t>
            </w:r>
          </w:p>
          <w:p w14:paraId="18467B4E" w14:textId="77777777" w:rsidR="009D767B" w:rsidRPr="002B7B05" w:rsidRDefault="009D767B" w:rsidP="00EC3FC4">
            <w:pPr>
              <w:spacing w:beforeLines="60" w:before="144" w:after="6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Pierce </w:t>
            </w:r>
          </w:p>
          <w:p w14:paraId="62F5253E" w14:textId="77777777" w:rsidR="009D767B" w:rsidRPr="002B7B05" w:rsidRDefault="009D767B" w:rsidP="00EC3FC4">
            <w:pPr>
              <w:spacing w:beforeLines="60" w:before="144" w:after="6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Tift </w:t>
            </w:r>
          </w:p>
          <w:p w14:paraId="71A2A76B" w14:textId="77777777" w:rsidR="009D767B" w:rsidRPr="002B7B05" w:rsidRDefault="009D767B" w:rsidP="00EC3FC4">
            <w:pPr>
              <w:spacing w:beforeLines="60" w:before="144" w:after="6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Turner </w:t>
            </w:r>
          </w:p>
          <w:p w14:paraId="07FDA34B" w14:textId="77777777" w:rsidR="009D767B" w:rsidRPr="002B7B05" w:rsidRDefault="009D767B" w:rsidP="00EC3FC4">
            <w:pPr>
              <w:spacing w:beforeLines="60" w:before="144" w:after="60"/>
              <w:rPr>
                <w:rFonts w:ascii="Times New Roman" w:hAnsi="Times New Roman" w:cs="Times New Roman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Ware</w:t>
            </w:r>
          </w:p>
        </w:tc>
        <w:tc>
          <w:tcPr>
            <w:tcW w:w="1842" w:type="dxa"/>
          </w:tcPr>
          <w:p w14:paraId="286E2B9F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 </w:t>
            </w:r>
            <w:r w:rsidRPr="002B7B05"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  <w:t>Region 12</w:t>
            </w:r>
          </w:p>
          <w:p w14:paraId="258C2F28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Bryan </w:t>
            </w:r>
          </w:p>
          <w:p w14:paraId="0DF9D472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Bulloch </w:t>
            </w:r>
          </w:p>
          <w:p w14:paraId="4457D4C2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Camden</w:t>
            </w:r>
          </w:p>
          <w:p w14:paraId="7889EAEB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Chatham </w:t>
            </w:r>
          </w:p>
          <w:p w14:paraId="5E062E68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Effingham </w:t>
            </w:r>
          </w:p>
          <w:p w14:paraId="2E2F417F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Glynn </w:t>
            </w:r>
          </w:p>
          <w:p w14:paraId="65F06653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Liberty </w:t>
            </w:r>
          </w:p>
          <w:p w14:paraId="5292590A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Long </w:t>
            </w:r>
          </w:p>
          <w:p w14:paraId="536EBB22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McIntosh</w:t>
            </w:r>
          </w:p>
          <w:p w14:paraId="5A0DF3C6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38" w:type="dxa"/>
          </w:tcPr>
          <w:p w14:paraId="644DC666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 </w:t>
            </w:r>
            <w:r w:rsidRPr="002B7B05"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  <w:t>Region 13</w:t>
            </w:r>
          </w:p>
          <w:p w14:paraId="16C11E3C" w14:textId="77777777" w:rsidR="009D767B" w:rsidRPr="002B7B05" w:rsidRDefault="009D767B" w:rsidP="00EC3FC4">
            <w:pPr>
              <w:spacing w:beforeLines="60" w:before="144" w:after="6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Clayton </w:t>
            </w:r>
          </w:p>
          <w:p w14:paraId="09B19BD9" w14:textId="77777777" w:rsidR="009D767B" w:rsidRPr="002B7B05" w:rsidRDefault="009D767B" w:rsidP="00EC3FC4">
            <w:pPr>
              <w:spacing w:beforeLines="60" w:before="144" w:after="6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Cobb </w:t>
            </w:r>
          </w:p>
          <w:p w14:paraId="7DB48236" w14:textId="77777777" w:rsidR="009D767B" w:rsidRPr="002B7B05" w:rsidRDefault="009D767B" w:rsidP="00EC3FC4">
            <w:pPr>
              <w:spacing w:beforeLines="60" w:before="144" w:after="6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Gwinnett</w:t>
            </w:r>
          </w:p>
          <w:p w14:paraId="10F43C2B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070" w:type="dxa"/>
          </w:tcPr>
          <w:p w14:paraId="04B4FC7D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t xml:space="preserve">  </w:t>
            </w:r>
            <w:r w:rsidRPr="002B7B05">
              <w:rPr>
                <w:rFonts w:ascii="Times New Roman" w:hAnsi="Times New Roman" w:cs="Times New Roman"/>
                <w:b/>
                <w:sz w:val="20"/>
                <w:szCs w:val="24"/>
                <w:u w:val="single"/>
              </w:rPr>
              <w:t>Region 14</w:t>
            </w:r>
          </w:p>
          <w:p w14:paraId="2E470A19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DeKalb </w:t>
            </w:r>
          </w:p>
          <w:p w14:paraId="765B2DE1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instrText xml:space="preserve"> FORMCHECKBOX </w:instrText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</w:r>
            <w:r w:rsidR="008A07E0">
              <w:rPr>
                <w:rFonts w:ascii="Times New Roman" w:hAnsi="Times New Roman" w:cs="Times New Roman"/>
                <w:sz w:val="20"/>
                <w:szCs w:val="24"/>
              </w:rPr>
              <w:fldChar w:fldCharType="separate"/>
            </w:r>
            <w:r w:rsidRPr="002B7B05">
              <w:rPr>
                <w:rFonts w:ascii="Times New Roman" w:hAnsi="Times New Roman" w:cs="Times New Roman"/>
                <w:sz w:val="20"/>
                <w:szCs w:val="24"/>
              </w:rPr>
              <w:fldChar w:fldCharType="end"/>
            </w:r>
            <w:r w:rsidRPr="002B7B05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Fulton</w:t>
            </w:r>
          </w:p>
          <w:p w14:paraId="22FC17E9" w14:textId="77777777" w:rsidR="009D767B" w:rsidRPr="002B7B05" w:rsidRDefault="009D767B" w:rsidP="00EC3FC4">
            <w:pPr>
              <w:spacing w:beforeLines="60" w:before="144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14:paraId="1DA3B7DD" w14:textId="77777777" w:rsidR="002B7B05" w:rsidRPr="002B7B05" w:rsidRDefault="002B7B05">
      <w:pPr>
        <w:rPr>
          <w:rFonts w:ascii="Times New Roman" w:hAnsi="Times New Roman" w:cs="Times New Roman"/>
          <w:noProof/>
          <w:sz w:val="20"/>
          <w:szCs w:val="24"/>
        </w:rPr>
      </w:pPr>
    </w:p>
    <w:p w14:paraId="0D110E3C" w14:textId="286CCAFF" w:rsidR="0007071F" w:rsidRPr="002B7B05" w:rsidRDefault="0007071F" w:rsidP="0007071F">
      <w:pPr>
        <w:rPr>
          <w:rFonts w:ascii="Times New Roman" w:hAnsi="Times New Roman" w:cs="Times New Roman"/>
          <w:noProof/>
          <w:sz w:val="20"/>
          <w:szCs w:val="24"/>
        </w:rPr>
      </w:pPr>
    </w:p>
    <w:p w14:paraId="6518A482" w14:textId="496129D4" w:rsidR="00551705" w:rsidRPr="002B7B05" w:rsidRDefault="00551705" w:rsidP="00826394">
      <w:pPr>
        <w:ind w:left="-900" w:firstLine="90"/>
        <w:rPr>
          <w:rFonts w:ascii="Times New Roman" w:hAnsi="Times New Roman" w:cs="Times New Roman"/>
          <w:sz w:val="20"/>
          <w:szCs w:val="24"/>
        </w:rPr>
      </w:pPr>
    </w:p>
    <w:sectPr w:rsidR="00551705" w:rsidRPr="002B7B05" w:rsidSect="003A1427">
      <w:headerReference w:type="default" r:id="rId8"/>
      <w:footerReference w:type="default" r:id="rId9"/>
      <w:pgSz w:w="15840" w:h="12240" w:orient="landscape"/>
      <w:pgMar w:top="1440" w:right="90" w:bottom="1440" w:left="810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DAE767" w14:textId="77777777" w:rsidR="008A07E0" w:rsidRDefault="008A07E0" w:rsidP="0007071F">
      <w:pPr>
        <w:spacing w:after="0" w:line="240" w:lineRule="auto"/>
      </w:pPr>
      <w:r>
        <w:separator/>
      </w:r>
    </w:p>
  </w:endnote>
  <w:endnote w:type="continuationSeparator" w:id="0">
    <w:p w14:paraId="3C1F765C" w14:textId="77777777" w:rsidR="008A07E0" w:rsidRDefault="008A07E0" w:rsidP="00070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94D936" w14:textId="4994A493" w:rsidR="00A038C0" w:rsidRDefault="00A038C0" w:rsidP="00A038C0">
    <w:pPr>
      <w:pStyle w:val="Footer"/>
      <w:jc w:val="center"/>
    </w:pPr>
    <w:r>
      <w:fldChar w:fldCharType="begin"/>
    </w:r>
    <w:r>
      <w:instrText xml:space="preserve"> DATE \@ "M/d/yy" </w:instrText>
    </w:r>
    <w:r>
      <w:fldChar w:fldCharType="separate"/>
    </w:r>
    <w:r w:rsidR="00155E22">
      <w:rPr>
        <w:noProof/>
      </w:rPr>
      <w:t>8/12/20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9D7116" w14:textId="77777777" w:rsidR="008A07E0" w:rsidRDefault="008A07E0" w:rsidP="0007071F">
      <w:pPr>
        <w:spacing w:after="0" w:line="240" w:lineRule="auto"/>
      </w:pPr>
      <w:r>
        <w:separator/>
      </w:r>
    </w:p>
  </w:footnote>
  <w:footnote w:type="continuationSeparator" w:id="0">
    <w:p w14:paraId="081D37DE" w14:textId="77777777" w:rsidR="008A07E0" w:rsidRDefault="008A07E0" w:rsidP="000707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801703" w14:textId="3BB95CEE" w:rsidR="003E434C" w:rsidRPr="002B7B05" w:rsidRDefault="003E434C" w:rsidP="002B7B05">
    <w:pPr>
      <w:pStyle w:val="Header"/>
      <w:jc w:val="center"/>
      <w:rPr>
        <w:b/>
        <w:color w:val="FF0000"/>
        <w:sz w:val="36"/>
        <w:szCs w:val="28"/>
      </w:rPr>
    </w:pPr>
    <w:r w:rsidRPr="002B7B05">
      <w:rPr>
        <w:rFonts w:ascii="Times New Roman" w:hAnsi="Times New Roman" w:cs="Times New Roman"/>
        <w:b/>
        <w:color w:val="FF0000"/>
        <w:sz w:val="36"/>
        <w:szCs w:val="28"/>
      </w:rPr>
      <w:t>Please mark all Regions/Counties you will serve below</w:t>
    </w:r>
    <w:r w:rsidRPr="002B7B05">
      <w:rPr>
        <w:b/>
        <w:color w:val="FF0000"/>
        <w:sz w:val="36"/>
        <w:szCs w:val="28"/>
      </w:rPr>
      <w:t>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22940"/>
    <w:multiLevelType w:val="hybridMultilevel"/>
    <w:tmpl w:val="53E607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9E46EC"/>
    <w:multiLevelType w:val="hybridMultilevel"/>
    <w:tmpl w:val="32904A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B460F"/>
    <w:multiLevelType w:val="hybridMultilevel"/>
    <w:tmpl w:val="FEE6671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345B52"/>
    <w:multiLevelType w:val="hybridMultilevel"/>
    <w:tmpl w:val="09625C0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AE7"/>
    <w:rsid w:val="00043306"/>
    <w:rsid w:val="0007071F"/>
    <w:rsid w:val="00155E22"/>
    <w:rsid w:val="001A1B31"/>
    <w:rsid w:val="001E083A"/>
    <w:rsid w:val="001E69FC"/>
    <w:rsid w:val="002B7B05"/>
    <w:rsid w:val="002C133C"/>
    <w:rsid w:val="00303CF4"/>
    <w:rsid w:val="003A1427"/>
    <w:rsid w:val="003A40BC"/>
    <w:rsid w:val="003E434C"/>
    <w:rsid w:val="003F5435"/>
    <w:rsid w:val="0047320A"/>
    <w:rsid w:val="00551705"/>
    <w:rsid w:val="0056171F"/>
    <w:rsid w:val="005F72E6"/>
    <w:rsid w:val="007061A2"/>
    <w:rsid w:val="007269AE"/>
    <w:rsid w:val="0074327F"/>
    <w:rsid w:val="007C7563"/>
    <w:rsid w:val="007D61DA"/>
    <w:rsid w:val="007E19DA"/>
    <w:rsid w:val="007E54E8"/>
    <w:rsid w:val="007F4919"/>
    <w:rsid w:val="00826394"/>
    <w:rsid w:val="00827DD7"/>
    <w:rsid w:val="0087457E"/>
    <w:rsid w:val="00897E5A"/>
    <w:rsid w:val="008A07E0"/>
    <w:rsid w:val="00906F3B"/>
    <w:rsid w:val="009A7B80"/>
    <w:rsid w:val="009D767B"/>
    <w:rsid w:val="00A038C0"/>
    <w:rsid w:val="00A806B4"/>
    <w:rsid w:val="00B87CB4"/>
    <w:rsid w:val="00C175B1"/>
    <w:rsid w:val="00C45B4C"/>
    <w:rsid w:val="00CC0DF0"/>
    <w:rsid w:val="00D55191"/>
    <w:rsid w:val="00DB1130"/>
    <w:rsid w:val="00E524F6"/>
    <w:rsid w:val="00E70D09"/>
    <w:rsid w:val="00EF66E0"/>
    <w:rsid w:val="00F70AE7"/>
    <w:rsid w:val="00F8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C61D6B"/>
  <w15:chartTrackingRefBased/>
  <w15:docId w15:val="{44118F96-158E-4241-9027-F617FEDF7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767B"/>
  </w:style>
  <w:style w:type="paragraph" w:styleId="Heading1">
    <w:name w:val="heading 1"/>
    <w:basedOn w:val="Normal"/>
    <w:next w:val="Normal"/>
    <w:link w:val="Heading1Char"/>
    <w:uiPriority w:val="9"/>
    <w:qFormat/>
    <w:rsid w:val="00C175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75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75B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75B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75B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75B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75B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75B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75B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F5435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C175B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75B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75B1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75B1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75B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75B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75B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75B1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75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175B1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175B1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175B1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75B1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175B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175B1"/>
    <w:rPr>
      <w:b/>
      <w:bCs/>
    </w:rPr>
  </w:style>
  <w:style w:type="character" w:styleId="Emphasis">
    <w:name w:val="Emphasis"/>
    <w:basedOn w:val="DefaultParagraphFont"/>
    <w:uiPriority w:val="20"/>
    <w:qFormat/>
    <w:rsid w:val="00C175B1"/>
    <w:rPr>
      <w:i/>
      <w:iCs/>
    </w:rPr>
  </w:style>
  <w:style w:type="paragraph" w:styleId="NoSpacing">
    <w:name w:val="No Spacing"/>
    <w:uiPriority w:val="1"/>
    <w:qFormat/>
    <w:rsid w:val="00C175B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C175B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175B1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75B1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75B1"/>
    <w:rPr>
      <w:b/>
      <w:bCs/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C175B1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C175B1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C175B1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C175B1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175B1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175B1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17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70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707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71F"/>
  </w:style>
  <w:style w:type="paragraph" w:styleId="Footer">
    <w:name w:val="footer"/>
    <w:basedOn w:val="Normal"/>
    <w:link w:val="FooterChar"/>
    <w:uiPriority w:val="99"/>
    <w:unhideWhenUsed/>
    <w:rsid w:val="000707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071F"/>
  </w:style>
  <w:style w:type="paragraph" w:styleId="ListParagraph">
    <w:name w:val="List Paragraph"/>
    <w:basedOn w:val="Normal"/>
    <w:uiPriority w:val="34"/>
    <w:qFormat/>
    <w:rsid w:val="003E43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r.%20Carolyn%20Johnson\AppData\Local\Microsoft\Windows\INetCache\Content.Outlook\WI4NIRZV\SS%20Provider%20Contact%20Information%20(00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C4F521D804394A4389E69B652A0547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96B8BF-3A9C-41BC-9A05-D6E7C6E8D5C6}"/>
      </w:docPartPr>
      <w:docPartBody>
        <w:p w:rsidR="00DD7A75" w:rsidRDefault="00C10C58">
          <w:pPr>
            <w:pStyle w:val="C4F521D804394A4389E69B652A054734"/>
          </w:pPr>
          <w:r w:rsidRPr="0074327F">
            <w:rPr>
              <w:rStyle w:val="PlaceholderText"/>
              <w:rFonts w:ascii="Arial" w:hAnsi="Arial" w:cs="Arial"/>
              <w:color w:val="auto"/>
            </w:rPr>
            <w:t xml:space="preserve"> Enter Agency Name here.</w:t>
          </w:r>
        </w:p>
      </w:docPartBody>
    </w:docPart>
    <w:docPart>
      <w:docPartPr>
        <w:name w:val="42E15F728C3C41779DECE9DF4EB11C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96A931-D1A5-48B1-8CAB-CC1C7313733B}"/>
      </w:docPartPr>
      <w:docPartBody>
        <w:p w:rsidR="00DD7A75" w:rsidRDefault="00C10C58">
          <w:pPr>
            <w:pStyle w:val="42E15F728C3C41779DECE9DF4EB11C86"/>
          </w:pPr>
          <w:r w:rsidRPr="0074327F">
            <w:rPr>
              <w:rStyle w:val="PlaceholderText"/>
              <w:rFonts w:ascii="Arial" w:hAnsi="Arial" w:cs="Arial"/>
              <w:color w:val="auto"/>
            </w:rPr>
            <w:t>Enter Agency Address here.</w:t>
          </w:r>
        </w:p>
      </w:docPartBody>
    </w:docPart>
    <w:docPart>
      <w:docPartPr>
        <w:name w:val="B3C7BBCC7CCF4943AE65F9A5C089B9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F402D3-1129-4BF6-9961-002EC76358D7}"/>
      </w:docPartPr>
      <w:docPartBody>
        <w:p w:rsidR="00DD7A75" w:rsidRDefault="00C10C58">
          <w:pPr>
            <w:pStyle w:val="B3C7BBCC7CCF4943AE65F9A5C089B970"/>
          </w:pPr>
          <w:r>
            <w:rPr>
              <w:rStyle w:val="PlaceholderText"/>
              <w:rFonts w:ascii="Arial" w:hAnsi="Arial" w:cs="Arial"/>
              <w:color w:val="auto"/>
            </w:rPr>
            <w:t>Enter Payment Address</w:t>
          </w:r>
          <w:r w:rsidRPr="0074327F">
            <w:rPr>
              <w:rStyle w:val="PlaceholderText"/>
              <w:rFonts w:ascii="Arial" w:hAnsi="Arial" w:cs="Arial"/>
              <w:color w:val="auto"/>
            </w:rPr>
            <w:t xml:space="preserve"> here.</w:t>
          </w:r>
        </w:p>
      </w:docPartBody>
    </w:docPart>
    <w:docPart>
      <w:docPartPr>
        <w:name w:val="36BDA36AF7ED42F0BE230D39A9BC7F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4DFDB8-B9C0-43AF-B899-469B9839E338}"/>
      </w:docPartPr>
      <w:docPartBody>
        <w:p w:rsidR="00DD7A75" w:rsidRDefault="00C10C58">
          <w:pPr>
            <w:pStyle w:val="36BDA36AF7ED42F0BE230D39A9BC7F27"/>
          </w:pPr>
          <w:r>
            <w:rPr>
              <w:rStyle w:val="PlaceholderText"/>
              <w:rFonts w:ascii="Arial" w:hAnsi="Arial" w:cs="Arial"/>
              <w:color w:val="auto"/>
            </w:rPr>
            <w:t>Enter Phone</w:t>
          </w:r>
          <w:r w:rsidRPr="0074327F">
            <w:rPr>
              <w:rStyle w:val="PlaceholderText"/>
              <w:rFonts w:ascii="Arial" w:hAnsi="Arial" w:cs="Arial"/>
              <w:color w:val="auto"/>
            </w:rPr>
            <w:t xml:space="preserve"> Number here.</w:t>
          </w:r>
        </w:p>
      </w:docPartBody>
    </w:docPart>
    <w:docPart>
      <w:docPartPr>
        <w:name w:val="6A41AFB282DD4AC4870EC7A4D46408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15DB6D-F184-4B6F-AFD8-BC75A9762B9F}"/>
      </w:docPartPr>
      <w:docPartBody>
        <w:p w:rsidR="00DD42BF" w:rsidRDefault="00DD7A75" w:rsidP="00DD7A75">
          <w:pPr>
            <w:pStyle w:val="6A41AFB282DD4AC4870EC7A4D46408E5"/>
          </w:pPr>
          <w:r>
            <w:rPr>
              <w:rStyle w:val="PlaceholderText"/>
              <w:rFonts w:ascii="Arial" w:hAnsi="Arial" w:cs="Arial"/>
              <w:color w:val="auto"/>
            </w:rPr>
            <w:t>Enter Phone</w:t>
          </w:r>
          <w:r w:rsidRPr="0074327F">
            <w:rPr>
              <w:rStyle w:val="PlaceholderText"/>
              <w:rFonts w:ascii="Arial" w:hAnsi="Arial" w:cs="Arial"/>
              <w:color w:val="auto"/>
            </w:rPr>
            <w:t xml:space="preserve"> Number here.</w:t>
          </w:r>
        </w:p>
      </w:docPartBody>
    </w:docPart>
    <w:docPart>
      <w:docPartPr>
        <w:name w:val="02C7DCD43F484F709FC8283C9FC359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99BBE1-B7F5-47EF-97D1-93A316E64446}"/>
      </w:docPartPr>
      <w:docPartBody>
        <w:p w:rsidR="00416709" w:rsidRDefault="00416709" w:rsidP="00416709">
          <w:pPr>
            <w:pStyle w:val="02C7DCD43F484F709FC8283C9FC3593D"/>
          </w:pPr>
          <w:r w:rsidRPr="0074327F">
            <w:rPr>
              <w:rStyle w:val="PlaceholderText"/>
              <w:rFonts w:ascii="Arial" w:hAnsi="Arial" w:cs="Arial"/>
              <w:color w:val="auto"/>
            </w:rPr>
            <w:t>Enter Email Address here.</w:t>
          </w:r>
        </w:p>
      </w:docPartBody>
    </w:docPart>
    <w:docPart>
      <w:docPartPr>
        <w:name w:val="AB033218249B464182438F855D1EB7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337D0B-ED1E-4D93-BB28-BC4431862BC3}"/>
      </w:docPartPr>
      <w:docPartBody>
        <w:p w:rsidR="00416709" w:rsidRDefault="00416709" w:rsidP="00416709">
          <w:pPr>
            <w:pStyle w:val="AB033218249B464182438F855D1EB7E6"/>
          </w:pPr>
          <w:r w:rsidRPr="0074327F">
            <w:rPr>
              <w:rStyle w:val="PlaceholderText"/>
              <w:rFonts w:ascii="Arial" w:hAnsi="Arial" w:cs="Arial"/>
              <w:color w:val="auto"/>
            </w:rPr>
            <w:t>Enter Email Address here.</w:t>
          </w:r>
        </w:p>
      </w:docPartBody>
    </w:docPart>
    <w:docPart>
      <w:docPartPr>
        <w:name w:val="C3D6534D6DAA4602B6E7587E46AFB0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B4446E-B6DB-491E-A3B5-FA5AC766EE06}"/>
      </w:docPartPr>
      <w:docPartBody>
        <w:p w:rsidR="00416709" w:rsidRDefault="00416709" w:rsidP="00416709">
          <w:pPr>
            <w:pStyle w:val="C3D6534D6DAA4602B6E7587E46AFB025"/>
          </w:pPr>
          <w:r w:rsidRPr="0074327F">
            <w:rPr>
              <w:rStyle w:val="PlaceholderText"/>
              <w:rFonts w:ascii="Arial" w:hAnsi="Arial" w:cs="Arial"/>
              <w:color w:val="auto"/>
            </w:rPr>
            <w:t>Enter Email Address here.</w:t>
          </w:r>
        </w:p>
      </w:docPartBody>
    </w:docPart>
    <w:docPart>
      <w:docPartPr>
        <w:name w:val="4BDF4A7FCA3142F7BE38206D8312FA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65A6D4-E878-4683-BB12-2F02BEF666EC}"/>
      </w:docPartPr>
      <w:docPartBody>
        <w:p w:rsidR="00026D52" w:rsidRDefault="00416709" w:rsidP="00416709">
          <w:pPr>
            <w:pStyle w:val="4BDF4A7FCA3142F7BE38206D8312FA7E"/>
          </w:pPr>
          <w:r w:rsidRPr="0074327F">
            <w:rPr>
              <w:rStyle w:val="PlaceholderText"/>
              <w:rFonts w:ascii="Arial" w:hAnsi="Arial" w:cs="Arial"/>
              <w:color w:val="auto"/>
            </w:rPr>
            <w:t>Enter Email Address here.</w:t>
          </w:r>
        </w:p>
      </w:docPartBody>
    </w:docPart>
    <w:docPart>
      <w:docPartPr>
        <w:name w:val="4EF9334FAA754FBC83B44BD6651BB3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47267D-C630-4B37-9647-897EFD7EB0FB}"/>
      </w:docPartPr>
      <w:docPartBody>
        <w:p w:rsidR="00000000" w:rsidRDefault="00CD15C1" w:rsidP="00CD15C1">
          <w:pPr>
            <w:pStyle w:val="4EF9334FAA754FBC83B44BD6651BB3F2"/>
          </w:pPr>
          <w:r>
            <w:rPr>
              <w:rStyle w:val="PlaceholderText"/>
              <w:rFonts w:ascii="Arial" w:hAnsi="Arial" w:cs="Arial"/>
              <w:color w:val="auto"/>
            </w:rPr>
            <w:t>Enter Phone</w:t>
          </w:r>
          <w:r w:rsidRPr="0074327F">
            <w:rPr>
              <w:rStyle w:val="PlaceholderText"/>
              <w:rFonts w:ascii="Arial" w:hAnsi="Arial" w:cs="Arial"/>
              <w:color w:val="auto"/>
            </w:rPr>
            <w:t xml:space="preserve"> Number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C58"/>
    <w:rsid w:val="00026D52"/>
    <w:rsid w:val="000C5FD5"/>
    <w:rsid w:val="00416709"/>
    <w:rsid w:val="00B11FE2"/>
    <w:rsid w:val="00C10C58"/>
    <w:rsid w:val="00CD15C1"/>
    <w:rsid w:val="00DB540F"/>
    <w:rsid w:val="00DD42BF"/>
    <w:rsid w:val="00DD7A75"/>
    <w:rsid w:val="00F9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D15C1"/>
    <w:rPr>
      <w:color w:val="808080"/>
    </w:rPr>
  </w:style>
  <w:style w:type="paragraph" w:customStyle="1" w:styleId="C4F521D804394A4389E69B652A054734">
    <w:name w:val="C4F521D804394A4389E69B652A054734"/>
  </w:style>
  <w:style w:type="paragraph" w:customStyle="1" w:styleId="0B303708B130422894407EE55F9B35CB">
    <w:name w:val="0B303708B130422894407EE55F9B35CB"/>
  </w:style>
  <w:style w:type="paragraph" w:customStyle="1" w:styleId="75F87E72F1B4487E8FE4CC107DFA616C">
    <w:name w:val="75F87E72F1B4487E8FE4CC107DFA616C"/>
  </w:style>
  <w:style w:type="paragraph" w:customStyle="1" w:styleId="3690654170DE4C76A99A3C436DD8F3CE">
    <w:name w:val="3690654170DE4C76A99A3C436DD8F3CE"/>
  </w:style>
  <w:style w:type="paragraph" w:customStyle="1" w:styleId="2BB26CF1B7E44B899AE4853080F6BD21">
    <w:name w:val="2BB26CF1B7E44B899AE4853080F6BD21"/>
  </w:style>
  <w:style w:type="paragraph" w:customStyle="1" w:styleId="42E15F728C3C41779DECE9DF4EB11C86">
    <w:name w:val="42E15F728C3C41779DECE9DF4EB11C86"/>
  </w:style>
  <w:style w:type="paragraph" w:customStyle="1" w:styleId="B3C7BBCC7CCF4943AE65F9A5C089B970">
    <w:name w:val="B3C7BBCC7CCF4943AE65F9A5C089B970"/>
  </w:style>
  <w:style w:type="paragraph" w:customStyle="1" w:styleId="36BDA36AF7ED42F0BE230D39A9BC7F27">
    <w:name w:val="36BDA36AF7ED42F0BE230D39A9BC7F27"/>
  </w:style>
  <w:style w:type="paragraph" w:customStyle="1" w:styleId="6A41AFB282DD4AC4870EC7A4D46408E5">
    <w:name w:val="6A41AFB282DD4AC4870EC7A4D46408E5"/>
    <w:rsid w:val="00DD7A75"/>
  </w:style>
  <w:style w:type="paragraph" w:customStyle="1" w:styleId="02C7DCD43F484F709FC8283C9FC3593D">
    <w:name w:val="02C7DCD43F484F709FC8283C9FC3593D"/>
    <w:rsid w:val="00416709"/>
  </w:style>
  <w:style w:type="paragraph" w:customStyle="1" w:styleId="AB033218249B464182438F855D1EB7E6">
    <w:name w:val="AB033218249B464182438F855D1EB7E6"/>
    <w:rsid w:val="00416709"/>
  </w:style>
  <w:style w:type="paragraph" w:customStyle="1" w:styleId="C3D6534D6DAA4602B6E7587E46AFB025">
    <w:name w:val="C3D6534D6DAA4602B6E7587E46AFB025"/>
    <w:rsid w:val="00416709"/>
  </w:style>
  <w:style w:type="paragraph" w:customStyle="1" w:styleId="4BDF4A7FCA3142F7BE38206D8312FA7E">
    <w:name w:val="4BDF4A7FCA3142F7BE38206D8312FA7E"/>
    <w:rsid w:val="00416709"/>
  </w:style>
  <w:style w:type="paragraph" w:customStyle="1" w:styleId="4EF9334FAA754FBC83B44BD6651BB3F2">
    <w:name w:val="4EF9334FAA754FBC83B44BD6651BB3F2"/>
    <w:rsid w:val="00CD15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530E23-5B98-4E04-BE6E-725406142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SS Provider Contact Information (002)</Template>
  <TotalTime>7</TotalTime>
  <Pages>3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Carolyn Johnson</dc:creator>
  <cp:keywords/>
  <dc:description/>
  <cp:lastModifiedBy>Proctor, LaWanda</cp:lastModifiedBy>
  <cp:revision>3</cp:revision>
  <cp:lastPrinted>2018-01-30T18:28:00Z</cp:lastPrinted>
  <dcterms:created xsi:type="dcterms:W3CDTF">2020-07-08T16:17:00Z</dcterms:created>
  <dcterms:modified xsi:type="dcterms:W3CDTF">2020-08-12T20:57:00Z</dcterms:modified>
</cp:coreProperties>
</file>